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E2899" w14:textId="77777777" w:rsidR="00AA4503" w:rsidRPr="00DC1C1D" w:rsidRDefault="00DC1C1D" w:rsidP="00C47D69">
      <w:pPr>
        <w:pStyle w:val="Titredossierpresse"/>
        <w:ind w:right="2125"/>
      </w:pPr>
      <w:r w:rsidRPr="00DC1C1D">
        <w:t>Dossier</w:t>
      </w:r>
      <w:r w:rsidR="000F6259" w:rsidRPr="00DC1C1D">
        <w:t xml:space="preserve"> de Presse</w:t>
      </w:r>
    </w:p>
    <w:p w14:paraId="21086FF1" w14:textId="77777777" w:rsidR="000F6259" w:rsidRPr="00DC1C1D" w:rsidRDefault="000F6259" w:rsidP="00C47D69">
      <w:pPr>
        <w:pStyle w:val="Titredudocument"/>
        <w:ind w:right="2125"/>
      </w:pPr>
      <w:r w:rsidRPr="00DC1C1D">
        <w:t>Titre</w:t>
      </w:r>
      <w:r w:rsidR="00A25A48" w:rsidRPr="00DC1C1D">
        <w:t xml:space="preserve"> sur une </w:t>
      </w:r>
      <w:r w:rsidR="00DC1C1D" w:rsidRPr="00DC1C1D">
        <w:t xml:space="preserve">ou plusieurs </w:t>
      </w:r>
      <w:r w:rsidR="00A25A48" w:rsidRPr="00DC1C1D">
        <w:t>ligne</w:t>
      </w:r>
      <w:r w:rsidR="00DC1C1D" w:rsidRPr="00DC1C1D">
        <w:t>s</w:t>
      </w:r>
    </w:p>
    <w:p w14:paraId="5BBB3BDA" w14:textId="77777777" w:rsidR="00DC1C1D" w:rsidRPr="009B2873" w:rsidRDefault="009B2873" w:rsidP="00C47D69">
      <w:pPr>
        <w:pStyle w:val="Sous-titreDossierpresse"/>
        <w:ind w:right="2125"/>
      </w:pPr>
      <w:r w:rsidRPr="009B2873">
        <w:t>Obis as dolupta taquiamet, si dolut doluptature nihit et quatent et, susam, ut ut qui si od ut odis ducium quossime ditaspi endigenis ad et dessi re nimusanis aut quatis dus, quissimus is ni ratqui sitas eosapic tecat.</w:t>
      </w:r>
    </w:p>
    <w:p w14:paraId="38F40917" w14:textId="77777777" w:rsidR="00DC1C1D" w:rsidRDefault="00DC1C1D" w:rsidP="009B2873"/>
    <w:p w14:paraId="050D8A9B" w14:textId="77777777" w:rsidR="00C47D69" w:rsidRDefault="00C47D69" w:rsidP="009B2873">
      <w:pPr>
        <w:sectPr w:rsidR="00C47D69" w:rsidSect="0019551E">
          <w:headerReference w:type="default" r:id="rId8"/>
          <w:footerReference w:type="default" r:id="rId9"/>
          <w:headerReference w:type="first" r:id="rId10"/>
          <w:footerReference w:type="first" r:id="rId11"/>
          <w:pgSz w:w="11906" w:h="16838"/>
          <w:pgMar w:top="1559" w:right="1134" w:bottom="2268" w:left="2268" w:header="567" w:footer="454" w:gutter="0"/>
          <w:cols w:space="708"/>
          <w:titlePg/>
          <w:docGrid w:linePitch="360"/>
        </w:sectPr>
      </w:pPr>
    </w:p>
    <w:p w14:paraId="738B0837" w14:textId="77777777" w:rsidR="00DC1C1D" w:rsidRDefault="00C47D69" w:rsidP="00C47D69">
      <w:pPr>
        <w:pStyle w:val="Titredossierpresse"/>
      </w:pPr>
      <w:r w:rsidRPr="00C47D69">
        <w:lastRenderedPageBreak/>
        <w:t>Dossier de Presse</w:t>
      </w:r>
    </w:p>
    <w:p w14:paraId="37C710C1" w14:textId="77777777" w:rsidR="00DC1C1D" w:rsidRPr="008A6AD2" w:rsidRDefault="008A6AD2" w:rsidP="008A6AD2">
      <w:pPr>
        <w:pStyle w:val="Titredossierpresse"/>
        <w:rPr>
          <w:b w:val="0"/>
          <w:bCs w:val="0"/>
        </w:rPr>
      </w:pPr>
      <w:r w:rsidRPr="008A6AD2">
        <w:rPr>
          <w:b w:val="0"/>
          <w:bCs w:val="0"/>
        </w:rPr>
        <w:t>Titre</w:t>
      </w:r>
    </w:p>
    <w:p w14:paraId="6ADA8FCE" w14:textId="77777777" w:rsidR="00DC1C1D" w:rsidRDefault="00DC1C1D" w:rsidP="009B2873"/>
    <w:tbl>
      <w:tblPr>
        <w:tblStyle w:val="TABRA-2019"/>
        <w:tblpPr w:leftFromText="141" w:rightFromText="141" w:vertAnchor="text" w:horzAnchor="page" w:tblpX="681" w:tblpY="486"/>
        <w:tblW w:w="0" w:type="auto"/>
        <w:tblBorders>
          <w:top w:val="none" w:sz="0" w:space="0" w:color="auto"/>
          <w:bottom w:val="none" w:sz="0" w:space="0" w:color="auto"/>
          <w:insideH w:val="none" w:sz="0" w:space="0" w:color="auto"/>
        </w:tblBorders>
        <w:tblCellMar>
          <w:left w:w="0" w:type="dxa"/>
          <w:right w:w="0" w:type="dxa"/>
        </w:tblCellMar>
        <w:tblLook w:val="04A0" w:firstRow="1" w:lastRow="0" w:firstColumn="1" w:lastColumn="0" w:noHBand="0" w:noVBand="1"/>
      </w:tblPr>
      <w:tblGrid>
        <w:gridCol w:w="1418"/>
      </w:tblGrid>
      <w:tr w:rsidR="00E50F96" w:rsidRPr="00D418B5" w14:paraId="2B4318BE" w14:textId="77777777" w:rsidTr="00E50F96">
        <w:trPr>
          <w:cnfStyle w:val="100000000000" w:firstRow="1" w:lastRow="0" w:firstColumn="0" w:lastColumn="0" w:oddVBand="0" w:evenVBand="0" w:oddHBand="0" w:evenHBand="0" w:firstRowFirstColumn="0" w:firstRowLastColumn="0" w:lastRowFirstColumn="0" w:lastRowLastColumn="0"/>
          <w:trHeight w:val="706"/>
        </w:trPr>
        <w:tc>
          <w:tcPr>
            <w:cnfStyle w:val="001000000000" w:firstRow="0" w:lastRow="0" w:firstColumn="1" w:lastColumn="0" w:oddVBand="0" w:evenVBand="0" w:oddHBand="0" w:evenHBand="0" w:firstRowFirstColumn="0" w:firstRowLastColumn="0" w:lastRowFirstColumn="0" w:lastRowLastColumn="0"/>
            <w:tcW w:w="1418" w:type="dxa"/>
          </w:tcPr>
          <w:p w14:paraId="5DCBCDEA" w14:textId="77777777" w:rsidR="00E50F96" w:rsidRPr="00E50F96" w:rsidRDefault="00E50F96" w:rsidP="00E50F96">
            <w:pPr>
              <w:rPr>
                <w:bCs/>
                <w:color w:val="000000" w:themeColor="text1"/>
              </w:rPr>
            </w:pPr>
            <w:r w:rsidRPr="00FF51C7">
              <w:rPr>
                <w:bCs/>
                <w:color w:val="000000" w:themeColor="text1"/>
              </w:rPr>
              <w:t>L</w:t>
            </w:r>
            <w:r w:rsidRPr="00E50F96">
              <w:rPr>
                <w:bCs/>
                <w:color w:val="000000" w:themeColor="text1"/>
              </w:rPr>
              <w:t>ieu,</w:t>
            </w:r>
          </w:p>
          <w:p w14:paraId="6EA7826A" w14:textId="77777777" w:rsidR="00E50F96" w:rsidRPr="00D418B5" w:rsidRDefault="00E50F96" w:rsidP="00E50F96">
            <w:pPr>
              <w:rPr>
                <w:b w:val="0"/>
                <w:bCs/>
                <w:color w:val="000000" w:themeColor="text1"/>
              </w:rPr>
            </w:pPr>
            <w:r w:rsidRPr="00E50F96">
              <w:rPr>
                <w:b w:val="0"/>
                <w:bCs/>
                <w:color w:val="000000" w:themeColor="text1"/>
              </w:rPr>
              <w:t>le date</w:t>
            </w:r>
          </w:p>
        </w:tc>
      </w:tr>
    </w:tbl>
    <w:sdt>
      <w:sdtPr>
        <w:rPr>
          <w:rFonts w:ascii="Times New Roman" w:hAnsi="Times New Roman" w:cs="Times New Roman"/>
          <w:b w:val="0"/>
          <w:bCs w:val="0"/>
          <w:color w:val="auto"/>
          <w:sz w:val="24"/>
          <w:szCs w:val="24"/>
          <w:lang w:eastAsia="en-US"/>
        </w:rPr>
        <w:id w:val="-1243099940"/>
        <w:docPartObj>
          <w:docPartGallery w:val="Table of Contents"/>
          <w:docPartUnique/>
        </w:docPartObj>
      </w:sdtPr>
      <w:sdtContent>
        <w:p w14:paraId="4818EACB" w14:textId="77777777" w:rsidR="008A6AD2" w:rsidRPr="00CA2D69" w:rsidRDefault="008A6AD2" w:rsidP="00E50F96">
          <w:pPr>
            <w:pStyle w:val="En-ttedetabledesmatires"/>
          </w:pPr>
          <w:r w:rsidRPr="00CA2D69">
            <w:t>Table des matières</w:t>
          </w:r>
        </w:p>
        <w:p w14:paraId="7EF4494E" w14:textId="60D0379F" w:rsidR="0092729A" w:rsidRDefault="008A6AD2">
          <w:pPr>
            <w:pStyle w:val="TM1"/>
            <w:rPr>
              <w:rFonts w:eastAsiaTheme="minorEastAsia" w:cstheme="minorBidi"/>
              <w:b w:val="0"/>
              <w:bCs w:val="0"/>
              <w:color w:val="auto"/>
              <w:sz w:val="22"/>
              <w:szCs w:val="22"/>
              <w:lang w:eastAsia="fr-FR"/>
            </w:rPr>
          </w:pPr>
          <w:r w:rsidRPr="00294C04">
            <w:fldChar w:fldCharType="begin"/>
          </w:r>
          <w:r w:rsidRPr="00294C04">
            <w:instrText xml:space="preserve"> TOC \o "1-3" \h \z \u </w:instrText>
          </w:r>
          <w:r w:rsidRPr="00294C04">
            <w:fldChar w:fldCharType="separate"/>
          </w:r>
          <w:hyperlink w:anchor="_Toc125558354" w:history="1">
            <w:r w:rsidR="0092729A" w:rsidRPr="00723BEE">
              <w:rPr>
                <w:rStyle w:val="Lienhypertexte"/>
              </w:rPr>
              <w:t>I</w:t>
            </w:r>
            <w:r w:rsidR="0092729A">
              <w:rPr>
                <w:rFonts w:eastAsiaTheme="minorEastAsia" w:cstheme="minorBidi"/>
                <w:b w:val="0"/>
                <w:bCs w:val="0"/>
                <w:color w:val="auto"/>
                <w:sz w:val="22"/>
                <w:szCs w:val="22"/>
                <w:lang w:eastAsia="fr-FR"/>
              </w:rPr>
              <w:tab/>
            </w:r>
            <w:r w:rsidR="0092729A" w:rsidRPr="00723BEE">
              <w:rPr>
                <w:rStyle w:val="Lienhypertexte"/>
              </w:rPr>
              <w:t>Ipsum nonse eturitatur</w:t>
            </w:r>
            <w:r w:rsidR="0092729A">
              <w:rPr>
                <w:webHidden/>
              </w:rPr>
              <w:tab/>
            </w:r>
            <w:r w:rsidR="0092729A">
              <w:rPr>
                <w:webHidden/>
              </w:rPr>
              <w:fldChar w:fldCharType="begin"/>
            </w:r>
            <w:r w:rsidR="0092729A">
              <w:rPr>
                <w:webHidden/>
              </w:rPr>
              <w:instrText xml:space="preserve"> PAGEREF _Toc125558354 \h </w:instrText>
            </w:r>
            <w:r w:rsidR="0092729A">
              <w:rPr>
                <w:webHidden/>
              </w:rPr>
            </w:r>
            <w:r w:rsidR="0092729A">
              <w:rPr>
                <w:webHidden/>
              </w:rPr>
              <w:fldChar w:fldCharType="separate"/>
            </w:r>
            <w:r w:rsidR="0041726A">
              <w:rPr>
                <w:webHidden/>
              </w:rPr>
              <w:t>3</w:t>
            </w:r>
            <w:r w:rsidR="0092729A">
              <w:rPr>
                <w:webHidden/>
              </w:rPr>
              <w:fldChar w:fldCharType="end"/>
            </w:r>
          </w:hyperlink>
        </w:p>
        <w:p w14:paraId="7CAD3430" w14:textId="2F4081DA" w:rsidR="0092729A" w:rsidRDefault="00000000">
          <w:pPr>
            <w:pStyle w:val="TM1"/>
            <w:rPr>
              <w:rFonts w:eastAsiaTheme="minorEastAsia" w:cstheme="minorBidi"/>
              <w:b w:val="0"/>
              <w:bCs w:val="0"/>
              <w:color w:val="auto"/>
              <w:sz w:val="22"/>
              <w:szCs w:val="22"/>
              <w:lang w:eastAsia="fr-FR"/>
            </w:rPr>
          </w:pPr>
          <w:hyperlink w:anchor="_Toc125558355" w:history="1">
            <w:r w:rsidR="0092729A" w:rsidRPr="00723BEE">
              <w:rPr>
                <w:rStyle w:val="Lienhypertexte"/>
              </w:rPr>
              <w:t>II</w:t>
            </w:r>
            <w:r w:rsidR="0092729A">
              <w:rPr>
                <w:rFonts w:eastAsiaTheme="minorEastAsia" w:cstheme="minorBidi"/>
                <w:b w:val="0"/>
                <w:bCs w:val="0"/>
                <w:color w:val="auto"/>
                <w:sz w:val="22"/>
                <w:szCs w:val="22"/>
                <w:lang w:eastAsia="fr-FR"/>
              </w:rPr>
              <w:tab/>
            </w:r>
            <w:r w:rsidR="0092729A" w:rsidRPr="00723BEE">
              <w:rPr>
                <w:rStyle w:val="Lienhypertexte"/>
              </w:rPr>
              <w:t>Ipsum nonse eturitatur</w:t>
            </w:r>
            <w:r w:rsidR="0092729A">
              <w:rPr>
                <w:webHidden/>
              </w:rPr>
              <w:tab/>
            </w:r>
            <w:r w:rsidR="0092729A">
              <w:rPr>
                <w:webHidden/>
              </w:rPr>
              <w:fldChar w:fldCharType="begin"/>
            </w:r>
            <w:r w:rsidR="0092729A">
              <w:rPr>
                <w:webHidden/>
              </w:rPr>
              <w:instrText xml:space="preserve"> PAGEREF _Toc125558355 \h </w:instrText>
            </w:r>
            <w:r w:rsidR="0092729A">
              <w:rPr>
                <w:webHidden/>
              </w:rPr>
            </w:r>
            <w:r w:rsidR="0092729A">
              <w:rPr>
                <w:webHidden/>
              </w:rPr>
              <w:fldChar w:fldCharType="separate"/>
            </w:r>
            <w:r w:rsidR="0041726A">
              <w:rPr>
                <w:webHidden/>
              </w:rPr>
              <w:t>4</w:t>
            </w:r>
            <w:r w:rsidR="0092729A">
              <w:rPr>
                <w:webHidden/>
              </w:rPr>
              <w:fldChar w:fldCharType="end"/>
            </w:r>
          </w:hyperlink>
        </w:p>
        <w:p w14:paraId="1BB80336" w14:textId="2FB15910" w:rsidR="0092729A" w:rsidRPr="00C60C65" w:rsidRDefault="00000000" w:rsidP="00C60C65">
          <w:pPr>
            <w:pStyle w:val="TM2"/>
          </w:pPr>
          <w:hyperlink w:anchor="_Toc125558356" w:history="1">
            <w:r w:rsidR="0092729A" w:rsidRPr="00C60C65">
              <w:rPr>
                <w:rStyle w:val="Lienhypertexte"/>
                <w:color w:val="auto"/>
                <w:u w:val="none"/>
              </w:rPr>
              <w:t>1.</w:t>
            </w:r>
            <w:r w:rsidR="0092729A" w:rsidRPr="00C60C65">
              <w:tab/>
            </w:r>
            <w:r w:rsidR="0092729A" w:rsidRPr="00C60C65">
              <w:rPr>
                <w:rStyle w:val="Lienhypertexte"/>
                <w:color w:val="auto"/>
                <w:u w:val="none"/>
              </w:rPr>
              <w:t>fugia dia dolecab ius</w:t>
            </w:r>
            <w:r w:rsidR="0092729A" w:rsidRPr="00C60C65">
              <w:rPr>
                <w:webHidden/>
              </w:rPr>
              <w:tab/>
            </w:r>
            <w:r w:rsidR="0092729A" w:rsidRPr="00C60C65">
              <w:rPr>
                <w:webHidden/>
              </w:rPr>
              <w:fldChar w:fldCharType="begin"/>
            </w:r>
            <w:r w:rsidR="0092729A" w:rsidRPr="00C60C65">
              <w:rPr>
                <w:webHidden/>
              </w:rPr>
              <w:instrText xml:space="preserve"> PAGEREF _Toc125558356 \h </w:instrText>
            </w:r>
            <w:r w:rsidR="0092729A" w:rsidRPr="00C60C65">
              <w:rPr>
                <w:webHidden/>
              </w:rPr>
            </w:r>
            <w:r w:rsidR="0092729A" w:rsidRPr="00C60C65">
              <w:rPr>
                <w:webHidden/>
              </w:rPr>
              <w:fldChar w:fldCharType="separate"/>
            </w:r>
            <w:r w:rsidR="0041726A">
              <w:rPr>
                <w:webHidden/>
              </w:rPr>
              <w:t>4</w:t>
            </w:r>
            <w:r w:rsidR="0092729A" w:rsidRPr="00C60C65">
              <w:rPr>
                <w:webHidden/>
              </w:rPr>
              <w:fldChar w:fldCharType="end"/>
            </w:r>
          </w:hyperlink>
        </w:p>
        <w:p w14:paraId="7D5FE623" w14:textId="76D8EC0F" w:rsidR="0092729A" w:rsidRDefault="00000000" w:rsidP="00C60C65">
          <w:pPr>
            <w:pStyle w:val="TM2"/>
            <w:rPr>
              <w:rFonts w:eastAsiaTheme="minorEastAsia" w:cstheme="minorBidi"/>
              <w:sz w:val="22"/>
              <w:szCs w:val="22"/>
              <w:lang w:eastAsia="fr-FR"/>
            </w:rPr>
          </w:pPr>
          <w:hyperlink w:anchor="_Toc125558357" w:history="1">
            <w:r w:rsidR="0092729A" w:rsidRPr="00723BEE">
              <w:rPr>
                <w:rStyle w:val="Lienhypertexte"/>
              </w:rPr>
              <w:t>2.</w:t>
            </w:r>
            <w:r w:rsidR="0092729A">
              <w:rPr>
                <w:rFonts w:eastAsiaTheme="minorEastAsia" w:cstheme="minorBidi"/>
                <w:sz w:val="22"/>
                <w:szCs w:val="22"/>
                <w:lang w:eastAsia="fr-FR"/>
              </w:rPr>
              <w:tab/>
            </w:r>
            <w:r w:rsidR="0092729A" w:rsidRPr="00723BEE">
              <w:rPr>
                <w:rStyle w:val="Lienhypertexte"/>
              </w:rPr>
              <w:t>fugia dia dolecab ius</w:t>
            </w:r>
            <w:r w:rsidR="0092729A">
              <w:rPr>
                <w:webHidden/>
              </w:rPr>
              <w:tab/>
            </w:r>
            <w:r w:rsidR="0092729A">
              <w:rPr>
                <w:webHidden/>
              </w:rPr>
              <w:fldChar w:fldCharType="begin"/>
            </w:r>
            <w:r w:rsidR="0092729A">
              <w:rPr>
                <w:webHidden/>
              </w:rPr>
              <w:instrText xml:space="preserve"> PAGEREF _Toc125558357 \h </w:instrText>
            </w:r>
            <w:r w:rsidR="0092729A">
              <w:rPr>
                <w:webHidden/>
              </w:rPr>
            </w:r>
            <w:r w:rsidR="0092729A">
              <w:rPr>
                <w:webHidden/>
              </w:rPr>
              <w:fldChar w:fldCharType="separate"/>
            </w:r>
            <w:r w:rsidR="0041726A">
              <w:rPr>
                <w:webHidden/>
              </w:rPr>
              <w:t>4</w:t>
            </w:r>
            <w:r w:rsidR="0092729A">
              <w:rPr>
                <w:webHidden/>
              </w:rPr>
              <w:fldChar w:fldCharType="end"/>
            </w:r>
          </w:hyperlink>
        </w:p>
        <w:p w14:paraId="630CBD68" w14:textId="3B72000B" w:rsidR="0092729A" w:rsidRDefault="00000000">
          <w:pPr>
            <w:pStyle w:val="TM1"/>
            <w:rPr>
              <w:rFonts w:eastAsiaTheme="minorEastAsia" w:cstheme="minorBidi"/>
              <w:b w:val="0"/>
              <w:bCs w:val="0"/>
              <w:color w:val="auto"/>
              <w:sz w:val="22"/>
              <w:szCs w:val="22"/>
              <w:lang w:eastAsia="fr-FR"/>
            </w:rPr>
          </w:pPr>
          <w:hyperlink w:anchor="_Toc125558358" w:history="1">
            <w:r w:rsidR="0092729A" w:rsidRPr="00723BEE">
              <w:rPr>
                <w:rStyle w:val="Lienhypertexte"/>
              </w:rPr>
              <w:t>III</w:t>
            </w:r>
            <w:r w:rsidR="0092729A">
              <w:rPr>
                <w:rFonts w:eastAsiaTheme="minorEastAsia" w:cstheme="minorBidi"/>
                <w:b w:val="0"/>
                <w:bCs w:val="0"/>
                <w:color w:val="auto"/>
                <w:sz w:val="22"/>
                <w:szCs w:val="22"/>
                <w:lang w:eastAsia="fr-FR"/>
              </w:rPr>
              <w:tab/>
            </w:r>
            <w:r w:rsidR="0092729A" w:rsidRPr="00723BEE">
              <w:rPr>
                <w:rStyle w:val="Lienhypertexte"/>
              </w:rPr>
              <w:t>psum nonse eturitatur</w:t>
            </w:r>
            <w:r w:rsidR="0092729A">
              <w:rPr>
                <w:webHidden/>
              </w:rPr>
              <w:tab/>
            </w:r>
            <w:r w:rsidR="0092729A">
              <w:rPr>
                <w:webHidden/>
              </w:rPr>
              <w:fldChar w:fldCharType="begin"/>
            </w:r>
            <w:r w:rsidR="0092729A">
              <w:rPr>
                <w:webHidden/>
              </w:rPr>
              <w:instrText xml:space="preserve"> PAGEREF _Toc125558358 \h </w:instrText>
            </w:r>
            <w:r w:rsidR="0092729A">
              <w:rPr>
                <w:webHidden/>
              </w:rPr>
            </w:r>
            <w:r w:rsidR="0092729A">
              <w:rPr>
                <w:webHidden/>
              </w:rPr>
              <w:fldChar w:fldCharType="separate"/>
            </w:r>
            <w:r w:rsidR="0041726A">
              <w:rPr>
                <w:webHidden/>
              </w:rPr>
              <w:t>5</w:t>
            </w:r>
            <w:r w:rsidR="0092729A">
              <w:rPr>
                <w:webHidden/>
              </w:rPr>
              <w:fldChar w:fldCharType="end"/>
            </w:r>
          </w:hyperlink>
        </w:p>
        <w:p w14:paraId="7ACB1FCF" w14:textId="69F8A700" w:rsidR="0092729A" w:rsidRDefault="00000000" w:rsidP="00C60C65">
          <w:pPr>
            <w:pStyle w:val="TM2"/>
            <w:rPr>
              <w:rFonts w:eastAsiaTheme="minorEastAsia" w:cstheme="minorBidi"/>
              <w:sz w:val="22"/>
              <w:szCs w:val="22"/>
              <w:lang w:eastAsia="fr-FR"/>
            </w:rPr>
          </w:pPr>
          <w:hyperlink w:anchor="_Toc125558359" w:history="1">
            <w:r w:rsidR="0092729A" w:rsidRPr="00723BEE">
              <w:rPr>
                <w:rStyle w:val="Lienhypertexte"/>
              </w:rPr>
              <w:t>1.</w:t>
            </w:r>
            <w:r w:rsidR="0092729A">
              <w:rPr>
                <w:rFonts w:eastAsiaTheme="minorEastAsia" w:cstheme="minorBidi"/>
                <w:sz w:val="22"/>
                <w:szCs w:val="22"/>
                <w:lang w:eastAsia="fr-FR"/>
              </w:rPr>
              <w:tab/>
            </w:r>
            <w:r w:rsidR="0092729A" w:rsidRPr="00723BEE">
              <w:rPr>
                <w:rStyle w:val="Lienhypertexte"/>
              </w:rPr>
              <w:t>fugia dia dolecab ius</w:t>
            </w:r>
            <w:r w:rsidR="0092729A">
              <w:rPr>
                <w:webHidden/>
              </w:rPr>
              <w:tab/>
            </w:r>
            <w:r w:rsidR="0092729A">
              <w:rPr>
                <w:webHidden/>
              </w:rPr>
              <w:fldChar w:fldCharType="begin"/>
            </w:r>
            <w:r w:rsidR="0092729A">
              <w:rPr>
                <w:webHidden/>
              </w:rPr>
              <w:instrText xml:space="preserve"> PAGEREF _Toc125558359 \h </w:instrText>
            </w:r>
            <w:r w:rsidR="0092729A">
              <w:rPr>
                <w:webHidden/>
              </w:rPr>
            </w:r>
            <w:r w:rsidR="0092729A">
              <w:rPr>
                <w:webHidden/>
              </w:rPr>
              <w:fldChar w:fldCharType="separate"/>
            </w:r>
            <w:r w:rsidR="0041726A">
              <w:rPr>
                <w:webHidden/>
              </w:rPr>
              <w:t>5</w:t>
            </w:r>
            <w:r w:rsidR="0092729A">
              <w:rPr>
                <w:webHidden/>
              </w:rPr>
              <w:fldChar w:fldCharType="end"/>
            </w:r>
          </w:hyperlink>
        </w:p>
        <w:p w14:paraId="5D905104" w14:textId="77777777" w:rsidR="008A6AD2" w:rsidRDefault="008A6AD2" w:rsidP="00294C04">
          <w:pPr>
            <w:spacing w:after="120"/>
            <w:contextualSpacing/>
          </w:pPr>
          <w:r w:rsidRPr="00294C04">
            <w:rPr>
              <w:rFonts w:asciiTheme="minorHAnsi" w:hAnsiTheme="minorHAnsi" w:cstheme="minorHAnsi"/>
              <w:b/>
              <w:bCs/>
              <w:sz w:val="23"/>
              <w:szCs w:val="23"/>
            </w:rPr>
            <w:fldChar w:fldCharType="end"/>
          </w:r>
        </w:p>
      </w:sdtContent>
    </w:sdt>
    <w:p w14:paraId="0480FA5F" w14:textId="77777777" w:rsidR="008A6AD2" w:rsidRDefault="008A6AD2" w:rsidP="009B2873"/>
    <w:p w14:paraId="6311C1E9" w14:textId="77777777" w:rsidR="008A6AD2" w:rsidRDefault="008A6AD2">
      <w:r>
        <w:br w:type="page"/>
      </w:r>
    </w:p>
    <w:p w14:paraId="3B48F8B6" w14:textId="77777777" w:rsidR="00294C04" w:rsidRDefault="00294C04" w:rsidP="00E50F96">
      <w:pPr>
        <w:pStyle w:val="Titre1"/>
      </w:pPr>
      <w:bookmarkStart w:id="0" w:name="_Toc125558354"/>
      <w:r>
        <w:t>Ipsum nonse eturitatur</w:t>
      </w:r>
      <w:bookmarkEnd w:id="0"/>
    </w:p>
    <w:p w14:paraId="797A3BA0" w14:textId="77777777" w:rsidR="008A6AD2" w:rsidRDefault="00294C04" w:rsidP="00294C04">
      <w:r>
        <w:t>doluptur maximus, qui volorib usandel illiquis de et, seditae rchicim agnatur seribus as as di derum que ped minulparum expelit faccae nulla qui ipsum nonse eturitatur si is ipsande ssimporest adis nate vidunt quassin eos andipis mollectias sin prem dolore ea con plaut quam fugia dia dolecab ius. Upis invent harcia non reptibusa voluptatent.</w:t>
      </w:r>
    </w:p>
    <w:p w14:paraId="614E5D56" w14:textId="77777777" w:rsidR="00294C04" w:rsidRDefault="00294C04" w:rsidP="00294C04">
      <w:r>
        <w:t>Atecum reicien iendigendit perum harumquas in eosam, odis iusandeles acerspera pore niscien istioss imincto tatiis nectatus, ommolores aut dolecto tatemperati con nobis cuptiandit, coressint faccum rest offictur aliquis diore nis et doluptis ratis qui doluptur maximus, qui volorib usandel illiquis de et, seditae rchicim agnatur seribus as as di derum que ped minulparum expelit faccae nulla qui ipsum nonse eturitatur si is ipsande ssimporest adis nate vidunt quassin eos andipis mollectias sin prem dolore ea con plaut quam fugia dia dolecab ius. Upis invent harcia non reptibusa voluptatent.</w:t>
      </w:r>
    </w:p>
    <w:p w14:paraId="165FA1F5" w14:textId="77777777" w:rsidR="008A6AD2" w:rsidRDefault="00397D1A" w:rsidP="00294C04">
      <w:r>
        <w:rPr>
          <w:noProof/>
        </w:rPr>
        <mc:AlternateContent>
          <mc:Choice Requires="wps">
            <w:drawing>
              <wp:anchor distT="0" distB="0" distL="114300" distR="114300" simplePos="0" relativeHeight="251662336" behindDoc="0" locked="0" layoutInCell="1" allowOverlap="1" wp14:anchorId="50B43101" wp14:editId="2BC8C14A">
                <wp:simplePos x="0" y="0"/>
                <wp:positionH relativeFrom="column">
                  <wp:posOffset>-998220</wp:posOffset>
                </wp:positionH>
                <wp:positionV relativeFrom="paragraph">
                  <wp:posOffset>30480</wp:posOffset>
                </wp:positionV>
                <wp:extent cx="807720" cy="1070610"/>
                <wp:effectExtent l="0" t="0" r="0" b="0"/>
                <wp:wrapNone/>
                <wp:docPr id="143" name="Zone de texte 143"/>
                <wp:cNvGraphicFramePr/>
                <a:graphic xmlns:a="http://schemas.openxmlformats.org/drawingml/2006/main">
                  <a:graphicData uri="http://schemas.microsoft.com/office/word/2010/wordprocessingShape">
                    <wps:wsp>
                      <wps:cNvSpPr txBox="1"/>
                      <wps:spPr>
                        <a:xfrm>
                          <a:off x="0" y="0"/>
                          <a:ext cx="807720" cy="1070610"/>
                        </a:xfrm>
                        <a:prstGeom prst="rect">
                          <a:avLst/>
                        </a:prstGeom>
                        <a:solidFill>
                          <a:sysClr val="window" lastClr="FFFFFF"/>
                        </a:solidFill>
                        <a:ln w="6350">
                          <a:noFill/>
                        </a:ln>
                      </wps:spPr>
                      <wps:txbx>
                        <w:txbxContent>
                          <w:p w14:paraId="29430FE1" w14:textId="77777777" w:rsidR="00397D1A" w:rsidRPr="000F237D" w:rsidRDefault="00397D1A" w:rsidP="00397D1A">
                            <w:pPr>
                              <w:pStyle w:val="Lieudate"/>
                            </w:pPr>
                            <w:r w:rsidRPr="00E23B0D">
                              <w:rPr>
                                <w:rStyle w:val="NumronotemargeCar"/>
                              </w:rPr>
                              <w:t>1.</w:t>
                            </w:r>
                            <w:r w:rsidRPr="000F237D">
                              <w:t xml:space="preserve"> Ratis qui diolopur set fillia ad selectum et filial volorobis cum sedit mentum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0B43101" id="_x0000_t202" coordsize="21600,21600" o:spt="202" path="m,l,21600r21600,l21600,xe">
                <v:stroke joinstyle="miter"/>
                <v:path gradientshapeok="t" o:connecttype="rect"/>
              </v:shapetype>
              <v:shape id="Zone de texte 143" o:spid="_x0000_s1026" type="#_x0000_t202" style="position:absolute;margin-left:-78.6pt;margin-top:2.4pt;width:63.6pt;height:84.3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" fillcolor="window" stroked="f" strokeweight=".5pt">
                <v:textbox inset="0,0,0,0">
                  <w:txbxContent>
                    <w:p w14:paraId="29430FE1" w14:textId="77777777" w:rsidR="00397D1A" w:rsidRPr="000F237D" w:rsidRDefault="00397D1A" w:rsidP="00397D1A">
                      <w:pPr>
                        <w:pStyle w:val="Lieudate"/>
                      </w:pPr>
                      <w:r w:rsidRPr="00E23B0D">
                        <w:rPr>
                          <w:rStyle w:val="NumronotemargeCar"/>
                        </w:rPr>
                        <w:t>1.</w:t>
                      </w:r>
                      <w:r w:rsidRPr="000F237D">
                        <w:t xml:space="preserve"> Ratis qui diolopur set fillia ad selectum et filial volorobis cum sedit mentum</w:t>
                      </w:r>
                    </w:p>
                  </w:txbxContent>
                </v:textbox>
              </v:shape>
            </w:pict>
          </mc:Fallback>
        </mc:AlternateContent>
      </w:r>
      <w:r w:rsidR="00294C04">
        <w:t>Ficias dolores asperita eaquam</w:t>
      </w:r>
      <w:r w:rsidR="00294C04" w:rsidRPr="00397D1A">
        <w:rPr>
          <w:b/>
          <w:bCs/>
          <w:color w:val="EA6A1D" w:themeColor="background2"/>
          <w:vertAlign w:val="superscript"/>
        </w:rPr>
        <w:t>1</w:t>
      </w:r>
      <w:r w:rsidR="00294C04">
        <w:t xml:space="preserve"> dollorem aliquunt di corae comnim re vendus ventum is nihiliquam, simin conseque aris auta dolorpo rerunto ea in nestia quid eatus que dolorum excerferro que int fugia si ulpa nempore molori doluptate atatquia apicturiam, con rerovitatur, volorib usdaectur ?</w:t>
      </w:r>
    </w:p>
    <w:p w14:paraId="6DD4F530" w14:textId="77777777" w:rsidR="008A6AD2" w:rsidRDefault="00294C04" w:rsidP="009B2873">
      <w:r>
        <w:rPr>
          <w:noProof/>
        </w:rPr>
        <w:drawing>
          <wp:inline distT="0" distB="0" distL="0" distR="0" wp14:anchorId="4FAC0A20" wp14:editId="160D4A17">
            <wp:extent cx="5400040" cy="3601720"/>
            <wp:effectExtent l="0" t="0" r="0" b="0"/>
            <wp:docPr id="139" name="Image 139" descr="Une image contenant extérieur, arbre, personne, herb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Image 139" descr="Une image contenant extérieur, arbre, personne, herbe&#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400040" cy="3601720"/>
                    </a:xfrm>
                    <a:prstGeom prst="rect">
                      <a:avLst/>
                    </a:prstGeom>
                  </pic:spPr>
                </pic:pic>
              </a:graphicData>
            </a:graphic>
          </wp:inline>
        </w:drawing>
      </w:r>
    </w:p>
    <w:p w14:paraId="1DCF33B1" w14:textId="77777777" w:rsidR="00FE71AA" w:rsidRPr="00FE71AA" w:rsidRDefault="00FE71AA" w:rsidP="00FE71AA">
      <w:pPr>
        <w:pStyle w:val="Lgende"/>
      </w:pPr>
      <w:r w:rsidRPr="00FE71AA">
        <w:t>Légende de l’image optionnelle ici Ratis qui doluptur maximus, qui volorib usandel illiquis de et, rchicim.</w:t>
      </w:r>
    </w:p>
    <w:p w14:paraId="30FECD84" w14:textId="77777777" w:rsidR="00FE71AA" w:rsidRDefault="00DA64FB" w:rsidP="009B2873">
      <w:r w:rsidRPr="00DA64FB">
        <w:t>Atecum reicien iendigendit perum harumquas in eosam, odis iusandeles acerspera pore niscien istioss imincto tatiis nectatus, ommolores aut dolecto tatemperati con nobis cuptiandit, coressint faccum rest offictur aliquis diore nis et doluptis ratis qui doluptur maximus, qui volorib usandel illiquis de et, seditae rchicim agnatur seribus as as di derum que ped minulparum expelit faccae nulla qui ipsum nonse eturitatur si is ipsande ssimporest adis nate vidunt quassin eos andipis mollectias sin prem dolore ea con plaut quam fugia dia dolecab ius. Upis invent harcia non reptibusa voluptatent.</w:t>
      </w:r>
    </w:p>
    <w:p w14:paraId="3A1F0DFB" w14:textId="77777777" w:rsidR="00FE71AA" w:rsidRPr="00E50F96" w:rsidRDefault="00FE71AA" w:rsidP="00E50F96">
      <w:pPr>
        <w:pStyle w:val="Titre1"/>
      </w:pPr>
      <w:bookmarkStart w:id="1" w:name="_Toc125558355"/>
      <w:r w:rsidRPr="00E50F96">
        <w:t>Ipsum nonse eturitatur</w:t>
      </w:r>
      <w:bookmarkEnd w:id="1"/>
    </w:p>
    <w:p w14:paraId="54682588" w14:textId="77777777" w:rsidR="00FE71AA" w:rsidRDefault="00FE71AA" w:rsidP="00FE71AA">
      <w:r>
        <w:t>doluptur maximus, qui volorib usandel illiquis de et, seditae rchicim agnatur seribus as as di derum que ped minulparum expelit faccae nulla qui ipsum nonse eturitatur si is ipsande ssimporest adis nate vidunt quassin eos andipis mollectias sin prem dolore ea con plaut quam fugia dia dolecab ius. Upis invent harcia non reptibusa voluptatent.</w:t>
      </w:r>
    </w:p>
    <w:p w14:paraId="3A74B9F5" w14:textId="77777777" w:rsidR="00FE71AA" w:rsidRPr="00E50F96" w:rsidRDefault="00FE71AA" w:rsidP="007E1CD4">
      <w:pPr>
        <w:pStyle w:val="Titre2"/>
      </w:pPr>
      <w:bookmarkStart w:id="2" w:name="_Toc125558356"/>
      <w:r w:rsidRPr="00E50F96">
        <w:t>fugia dia dolecab ius</w:t>
      </w:r>
      <w:bookmarkEnd w:id="2"/>
    </w:p>
    <w:p w14:paraId="2B0EC6E5" w14:textId="77777777" w:rsidR="00FE71AA" w:rsidRDefault="00397D1A" w:rsidP="00FE71AA">
      <w:r>
        <w:rPr>
          <w:noProof/>
        </w:rPr>
        <mc:AlternateContent>
          <mc:Choice Requires="wps">
            <w:drawing>
              <wp:anchor distT="0" distB="0" distL="114300" distR="114300" simplePos="0" relativeHeight="251659264" behindDoc="0" locked="0" layoutInCell="1" allowOverlap="1" wp14:anchorId="16E00D61" wp14:editId="2C6DFE7B">
                <wp:simplePos x="0" y="0"/>
                <wp:positionH relativeFrom="column">
                  <wp:posOffset>-991870</wp:posOffset>
                </wp:positionH>
                <wp:positionV relativeFrom="paragraph">
                  <wp:posOffset>243840</wp:posOffset>
                </wp:positionV>
                <wp:extent cx="807720" cy="1070610"/>
                <wp:effectExtent l="0" t="0" r="0" b="0"/>
                <wp:wrapNone/>
                <wp:docPr id="138" name="Zone de texte 138"/>
                <wp:cNvGraphicFramePr/>
                <a:graphic xmlns:a="http://schemas.openxmlformats.org/drawingml/2006/main">
                  <a:graphicData uri="http://schemas.microsoft.com/office/word/2010/wordprocessingShape">
                    <wps:wsp>
                      <wps:cNvSpPr txBox="1"/>
                      <wps:spPr>
                        <a:xfrm>
                          <a:off x="0" y="0"/>
                          <a:ext cx="807720" cy="1070610"/>
                        </a:xfrm>
                        <a:prstGeom prst="rect">
                          <a:avLst/>
                        </a:prstGeom>
                        <a:solidFill>
                          <a:schemeClr val="lt1"/>
                        </a:solidFill>
                        <a:ln w="6350">
                          <a:noFill/>
                        </a:ln>
                      </wps:spPr>
                      <wps:txbx>
                        <w:txbxContent>
                          <w:p w14:paraId="792BA307" w14:textId="77777777" w:rsidR="000F237D" w:rsidRPr="000F237D" w:rsidRDefault="00397D1A" w:rsidP="000F237D">
                            <w:pPr>
                              <w:pStyle w:val="Lieudate"/>
                            </w:pPr>
                            <w:r>
                              <w:rPr>
                                <w:rStyle w:val="NumronotemargeCar"/>
                              </w:rPr>
                              <w:t>2</w:t>
                            </w:r>
                            <w:r w:rsidR="000F237D" w:rsidRPr="00E23B0D">
                              <w:rPr>
                                <w:rStyle w:val="NumronotemargeCar"/>
                              </w:rPr>
                              <w:t>.</w:t>
                            </w:r>
                            <w:r w:rsidR="000F237D" w:rsidRPr="000F237D">
                              <w:t xml:space="preserve"> Ratis qui diolopur set fillia ad selectum et filial volorobis cum sedit mentum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6E00D61" id="Zone de texte 138" o:spid="_x0000_s1027" type="#_x0000_t202" style="position:absolute;margin-left:-78.1pt;margin-top:19.2pt;width:63.6pt;height:84.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" fillcolor="white [3201]" stroked="f" strokeweight=".5pt">
                <v:textbox inset="0,0,0,0">
                  <w:txbxContent>
                    <w:p w14:paraId="792BA307" w14:textId="77777777" w:rsidR="000F237D" w:rsidRPr="000F237D" w:rsidRDefault="00397D1A" w:rsidP="000F237D">
                      <w:pPr>
                        <w:pStyle w:val="Lieudate"/>
                      </w:pPr>
                      <w:r>
                        <w:rPr>
                          <w:rStyle w:val="NumronotemargeCar"/>
                        </w:rPr>
                        <w:t>2</w:t>
                      </w:r>
                      <w:r w:rsidR="000F237D" w:rsidRPr="00E23B0D">
                        <w:rPr>
                          <w:rStyle w:val="NumronotemargeCar"/>
                        </w:rPr>
                        <w:t>.</w:t>
                      </w:r>
                      <w:r w:rsidR="000F237D" w:rsidRPr="000F237D">
                        <w:t xml:space="preserve"> Ratis qui diolopur set fillia ad selectum et filial volorobis cum sedit mentum</w:t>
                      </w:r>
                    </w:p>
                  </w:txbxContent>
                </v:textbox>
              </v:shape>
            </w:pict>
          </mc:Fallback>
        </mc:AlternateContent>
      </w:r>
      <w:r w:rsidR="00FE71AA">
        <w:t>Ficias dolores asperita eaquam dollorem aliquunt di corae comnim re vendus ventum is nihiliquam, simin conseque aris auta dolorpo rerunto ea in nestia quid</w:t>
      </w:r>
      <w:r w:rsidR="00FE71AA" w:rsidRPr="00397D1A">
        <w:rPr>
          <w:b/>
          <w:bCs/>
          <w:color w:val="EA6A1D" w:themeColor="background2"/>
          <w:vertAlign w:val="superscript"/>
        </w:rPr>
        <w:t>2</w:t>
      </w:r>
      <w:r w:rsidR="00FE71AA">
        <w:t xml:space="preserve"> eatus que dolorum excerferro que int fugia si ulpa nempore molori doluptate atatquia apicturiam, con rerovitatur, volorib usdaectur ? </w:t>
      </w:r>
    </w:p>
    <w:p w14:paraId="70F0FF54" w14:textId="77777777" w:rsidR="008A6AD2" w:rsidRDefault="00FE71AA" w:rsidP="00FE71AA">
      <w:pPr>
        <w:pStyle w:val="Puce1"/>
      </w:pPr>
      <w:r>
        <w:t>quid ut magnia doloremporro corum dolorecto volore, odipsap errorpor modis doloreperum nus simposto que dellorem</w:t>
      </w:r>
    </w:p>
    <w:p w14:paraId="688025EF" w14:textId="77777777" w:rsidR="0092729A" w:rsidRDefault="0092729A" w:rsidP="0092729A">
      <w:pPr>
        <w:pStyle w:val="Titre2"/>
      </w:pPr>
      <w:bookmarkStart w:id="3" w:name="_Toc125558357"/>
      <w:r w:rsidRPr="0092729A">
        <w:t>fugia dia dolecab ius</w:t>
      </w:r>
      <w:bookmarkEnd w:id="3"/>
    </w:p>
    <w:p w14:paraId="173C3BBC" w14:textId="77777777" w:rsidR="007E1CD4" w:rsidRDefault="007E1CD4" w:rsidP="007E1CD4">
      <w:r w:rsidRPr="007E1CD4">
        <w:t xml:space="preserve">Atecum reicien iendigendit perum harumquas in eosam, odis iusandeles acerspera pore niscien istioss imincto tatiis nectatus, ommolores aut dolecto tatemperati con nobis cuptiandit, coressint faccum rest offictur aliquis diore nis et doluptis ratis qui doluptur maximus, qui volorib usandel illiquis de et, seditae rchicim agnatur seribus as as di derum que ped minulparum expelit faccae nulla qui ipsum nonse eturitatur si is ipsande ssimporest adis nate vidunt quassin eos andipis mollectias sin prem dolore ea con plaut quam fugia dia dolecab ius. </w:t>
      </w:r>
      <w:r>
        <w:t>Upis invent harcia non reptibusa voluptatent.</w:t>
      </w:r>
    </w:p>
    <w:p w14:paraId="7CCC6313" w14:textId="77777777" w:rsidR="007E1CD4" w:rsidRDefault="00DD5084" w:rsidP="007E1CD4">
      <w:r>
        <w:rPr>
          <w:noProof/>
        </w:rPr>
        <w:drawing>
          <wp:inline distT="0" distB="0" distL="0" distR="0" wp14:anchorId="12C89006" wp14:editId="3349F9C4">
            <wp:extent cx="2880000" cy="2160000"/>
            <wp:effectExtent l="0" t="0" r="0" b="0"/>
            <wp:docPr id="142" name="Graphique 14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Pr>
          <w:noProof/>
        </w:rPr>
        <w:drawing>
          <wp:anchor distT="0" distB="0" distL="114300" distR="114300" simplePos="0" relativeHeight="251660288" behindDoc="0" locked="0" layoutInCell="1" allowOverlap="1" wp14:anchorId="37FFA7E6" wp14:editId="65D8F845">
            <wp:simplePos x="0" y="0"/>
            <wp:positionH relativeFrom="column">
              <wp:posOffset>-1033780</wp:posOffset>
            </wp:positionH>
            <wp:positionV relativeFrom="paragraph">
              <wp:posOffset>4445</wp:posOffset>
            </wp:positionV>
            <wp:extent cx="3240000" cy="2161033"/>
            <wp:effectExtent l="0" t="0" r="0" b="0"/>
            <wp:wrapSquare wrapText="bothSides"/>
            <wp:docPr id="140" name="Image 140" descr="Une image contenant herbe, extérieur, plan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Image 140" descr="Une image contenant herbe, extérieur, plante&#10;&#10;Description générée automatiquemen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240000" cy="2161033"/>
                    </a:xfrm>
                    <a:prstGeom prst="rect">
                      <a:avLst/>
                    </a:prstGeom>
                  </pic:spPr>
                </pic:pic>
              </a:graphicData>
            </a:graphic>
          </wp:anchor>
        </w:drawing>
      </w:r>
    </w:p>
    <w:p w14:paraId="4801D08E" w14:textId="77777777" w:rsidR="007E1CD4" w:rsidRDefault="00F64AEA" w:rsidP="00F64AEA">
      <w:pPr>
        <w:pStyle w:val="Lgende"/>
      </w:pPr>
      <w:r w:rsidRPr="00F64AEA">
        <w:t>À gauche : Ratis qui doluptur maximus. À droite : qui volorib usandel illiquis de et, seditae rchicim.</w:t>
      </w:r>
    </w:p>
    <w:p w14:paraId="08AAACC8" w14:textId="77777777" w:rsidR="007E1CD4" w:rsidRDefault="007E1CD4" w:rsidP="007E1CD4">
      <w:pPr>
        <w:pStyle w:val="Titre1"/>
      </w:pPr>
      <w:bookmarkStart w:id="4" w:name="_Toc125558358"/>
      <w:r>
        <w:t>psum nonse eturitatur</w:t>
      </w:r>
      <w:bookmarkEnd w:id="4"/>
    </w:p>
    <w:p w14:paraId="16B33C4A" w14:textId="77777777" w:rsidR="007E1CD4" w:rsidRDefault="007E1CD4" w:rsidP="007E1CD4">
      <w:r>
        <w:t>doluptur maximus, qui volorib usandel illiquis de et, seditae rchicim agnatur seribus as as di derum que ped minulparum expelit faccae nulla qui ipsum nonse eturitatur si is ipsande ssimporest adis nate vidunt quassin eos andipis mollectias sin prem dolore ea con plaut quam fugia dia dolecab ius. Upis invent harcia non reptibusa voluptatent.</w:t>
      </w:r>
    </w:p>
    <w:p w14:paraId="751CAF3B" w14:textId="77777777" w:rsidR="007E1CD4" w:rsidRPr="007E1CD4" w:rsidRDefault="007E1CD4" w:rsidP="007E1CD4">
      <w:pPr>
        <w:pStyle w:val="Titre2"/>
      </w:pPr>
      <w:bookmarkStart w:id="5" w:name="_Toc125558359"/>
      <w:r w:rsidRPr="007E1CD4">
        <w:t>fugia dia dolecab ius</w:t>
      </w:r>
      <w:bookmarkEnd w:id="5"/>
    </w:p>
    <w:p w14:paraId="687B6E28" w14:textId="77777777" w:rsidR="007E1CD4" w:rsidRDefault="007E1CD4" w:rsidP="007E1CD4">
      <w:r>
        <w:t xml:space="preserve">Ficias dolores asperita eaquam dollorem aliquunt di corae comnim re vendus ventum is nihiliquam, simin conseque aris auta dolorpo rerunto ea in nestia quid eatus que dolorum excerferro que int fugia si ulpa nempore molori doluptate atatquia apicturiam, con rerovitatur, volorib usdaectur ? </w:t>
      </w:r>
    </w:p>
    <w:p w14:paraId="623DDAF5" w14:textId="77777777" w:rsidR="008A6AD2" w:rsidRDefault="007E1CD4" w:rsidP="007E1CD4">
      <w:pPr>
        <w:pStyle w:val="Puce1"/>
      </w:pPr>
      <w:r>
        <w:t>quid ut magnia doloremporro corum dolorecto volore, odipsap errorpor modis doloreperum nus simposto que dellorem</w:t>
      </w:r>
    </w:p>
    <w:p w14:paraId="7A05CE74" w14:textId="77777777" w:rsidR="00FC036B" w:rsidRDefault="00FC036B" w:rsidP="00FC036B">
      <w:pPr>
        <w:pStyle w:val="Puce1"/>
      </w:pPr>
      <w:r>
        <w:t>quid ut magnia doloremporro corum dolorecto volore, odipsap errorpor modis doloreperum nus simposto que dellorem</w:t>
      </w:r>
    </w:p>
    <w:p w14:paraId="4BCE3618" w14:textId="77777777" w:rsidR="00FC036B" w:rsidRDefault="00FC036B" w:rsidP="00FC036B">
      <w:pPr>
        <w:pStyle w:val="Puce2"/>
      </w:pPr>
      <w:r>
        <w:t>quid ut magnia doloremporro corum dolorecto volore, odipsap errorpor modis doloreperum nus simposto que dellorem</w:t>
      </w:r>
    </w:p>
    <w:p w14:paraId="40FE1D98" w14:textId="77777777" w:rsidR="00FC036B" w:rsidRDefault="00FC036B" w:rsidP="00FC036B">
      <w:pPr>
        <w:pStyle w:val="Puce2"/>
      </w:pPr>
      <w:r>
        <w:t>quid ut magnia doloremporro corum dolorecto volore, odipsap errorpor modis doloreperum nus simposto que dellorem</w:t>
      </w:r>
    </w:p>
    <w:p w14:paraId="6FC2391E" w14:textId="77777777" w:rsidR="008A6AD2" w:rsidRPr="001E31A3" w:rsidRDefault="001E31A3" w:rsidP="009B2873">
      <w:pPr>
        <w:rPr>
          <w:lang w:val="en-GB"/>
        </w:rPr>
      </w:pPr>
      <w:r w:rsidRPr="001E31A3">
        <w:rPr>
          <w:lang w:val="en-GB"/>
        </w:rPr>
        <w:t>Ficias dolores asperita eaquam dollorem aliquunt di corae comnim re vendus ventum is nihiliquam, simin conseque aris auta dolorpo rerunto ea in nestia quid eatus que dolorum excerferro que int fugia si ulpa nempore molori doluptate atatquia apicturiam, con rerovitatur, volorib usdaectur ?</w:t>
      </w:r>
    </w:p>
    <w:p w14:paraId="09161921" w14:textId="77777777" w:rsidR="008A6AD2" w:rsidRPr="001E31A3" w:rsidRDefault="008A6AD2" w:rsidP="009B2873">
      <w:pPr>
        <w:rPr>
          <w:lang w:val="en-GB"/>
        </w:rPr>
      </w:pPr>
    </w:p>
    <w:p w14:paraId="2FCEC9C0" w14:textId="77777777" w:rsidR="00AA4503" w:rsidRPr="001E31A3" w:rsidRDefault="00AA4503" w:rsidP="00810FF2">
      <w:pPr>
        <w:rPr>
          <w:lang w:val="en-GB"/>
        </w:rPr>
      </w:pPr>
    </w:p>
    <w:p w14:paraId="2B1E9E85" w14:textId="77777777" w:rsidR="00095291" w:rsidRPr="00FC036B" w:rsidRDefault="00095291" w:rsidP="00810FF2">
      <w:pPr>
        <w:rPr>
          <w:lang w:val="en-GB"/>
        </w:rPr>
      </w:pPr>
    </w:p>
    <w:sectPr w:rsidR="00095291" w:rsidRPr="00FC036B" w:rsidSect="0019551E">
      <w:pgSz w:w="11906" w:h="16838"/>
      <w:pgMar w:top="1559" w:right="1134" w:bottom="2268" w:left="2268"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EB277" w14:textId="77777777" w:rsidR="00F45FD5" w:rsidRDefault="00F45FD5" w:rsidP="00810FF2">
      <w:r>
        <w:separator/>
      </w:r>
    </w:p>
  </w:endnote>
  <w:endnote w:type="continuationSeparator" w:id="0">
    <w:p w14:paraId="3A63CBD1" w14:textId="77777777" w:rsidR="00F45FD5" w:rsidRDefault="00F45FD5" w:rsidP="00810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RA-2019"/>
      <w:tblW w:w="0" w:type="auto"/>
      <w:tblInd w:w="-1560" w:type="dxa"/>
      <w:tblBorders>
        <w:top w:val="none" w:sz="0" w:space="0" w:color="auto"/>
        <w:bottom w:val="none" w:sz="0" w:space="0" w:color="auto"/>
        <w:insideH w:val="none" w:sz="0" w:space="0" w:color="auto"/>
      </w:tblBorders>
      <w:tblCellMar>
        <w:left w:w="0" w:type="dxa"/>
        <w:right w:w="0" w:type="dxa"/>
      </w:tblCellMar>
      <w:tblLook w:val="04A0" w:firstRow="1" w:lastRow="0" w:firstColumn="1" w:lastColumn="0" w:noHBand="0" w:noVBand="1"/>
    </w:tblPr>
    <w:tblGrid>
      <w:gridCol w:w="10064"/>
    </w:tblGrid>
    <w:tr w:rsidR="00095291" w:rsidRPr="000C4320" w14:paraId="538CAE54" w14:textId="77777777" w:rsidTr="00E400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64" w:type="dxa"/>
          <w:vAlign w:val="bottom"/>
        </w:tcPr>
        <w:sdt>
          <w:sdtPr>
            <w:rPr>
              <w:bCs/>
            </w:rPr>
            <w:id w:val="-941293488"/>
            <w:docPartObj>
              <w:docPartGallery w:val="Page Numbers (Top of Page)"/>
              <w:docPartUnique/>
            </w:docPartObj>
          </w:sdtPr>
          <w:sdtContent>
            <w:p w14:paraId="0B6C4481" w14:textId="77777777" w:rsidR="00095291" w:rsidRPr="000C4320" w:rsidRDefault="00095291" w:rsidP="00095291">
              <w:pPr>
                <w:pStyle w:val="Pieddepage"/>
                <w:rPr>
                  <w:b/>
                  <w:bCs/>
                </w:rPr>
              </w:pPr>
              <w:r w:rsidRPr="000C4320">
                <w:rPr>
                  <w:bCs/>
                </w:rPr>
                <w:fldChar w:fldCharType="begin"/>
              </w:r>
              <w:r w:rsidRPr="000C4320">
                <w:rPr>
                  <w:b/>
                  <w:bCs/>
                </w:rPr>
                <w:instrText>PAGE</w:instrText>
              </w:r>
              <w:r w:rsidRPr="000C4320">
                <w:rPr>
                  <w:bCs/>
                </w:rPr>
                <w:fldChar w:fldCharType="separate"/>
              </w:r>
              <w:r>
                <w:rPr>
                  <w:b/>
                  <w:bCs/>
                </w:rPr>
                <w:t>1</w:t>
              </w:r>
              <w:r w:rsidRPr="000C4320">
                <w:rPr>
                  <w:bCs/>
                </w:rPr>
                <w:fldChar w:fldCharType="end"/>
              </w:r>
              <w:r w:rsidRPr="000C4320">
                <w:rPr>
                  <w:b/>
                  <w:bCs/>
                </w:rPr>
                <w:t xml:space="preserve"> / </w:t>
              </w:r>
              <w:r w:rsidRPr="000C4320">
                <w:rPr>
                  <w:bCs/>
                </w:rPr>
                <w:fldChar w:fldCharType="begin"/>
              </w:r>
              <w:r w:rsidRPr="000C4320">
                <w:rPr>
                  <w:b/>
                  <w:bCs/>
                </w:rPr>
                <w:instrText>NUMPAGES</w:instrText>
              </w:r>
              <w:r w:rsidRPr="000C4320">
                <w:rPr>
                  <w:bCs/>
                </w:rPr>
                <w:fldChar w:fldCharType="separate"/>
              </w:r>
              <w:r>
                <w:rPr>
                  <w:b/>
                  <w:bCs/>
                </w:rPr>
                <w:t>2</w:t>
              </w:r>
              <w:r w:rsidRPr="000C4320">
                <w:rPr>
                  <w:bCs/>
                </w:rPr>
                <w:fldChar w:fldCharType="end"/>
              </w:r>
            </w:p>
          </w:sdtContent>
        </w:sdt>
      </w:tc>
    </w:tr>
  </w:tbl>
  <w:p w14:paraId="57089F76" w14:textId="77777777" w:rsidR="00095291" w:rsidRPr="00796DA8" w:rsidRDefault="00095291" w:rsidP="0009529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56182" w14:textId="77777777" w:rsidR="00997AA2" w:rsidRDefault="00997AA2" w:rsidP="00796DA8">
    <w:pPr>
      <w:pStyle w:val="Pieddepage"/>
    </w:pPr>
  </w:p>
  <w:p w14:paraId="745A8C12" w14:textId="77777777" w:rsidR="00796DA8" w:rsidRPr="00997AA2" w:rsidRDefault="00796DA8" w:rsidP="00796DA8">
    <w:pPr>
      <w:pStyle w:val="Pieddepage"/>
    </w:pPr>
  </w:p>
  <w:tbl>
    <w:tblPr>
      <w:tblStyle w:val="TABRA-2019"/>
      <w:tblW w:w="0" w:type="auto"/>
      <w:tblInd w:w="-1560" w:type="dxa"/>
      <w:tblBorders>
        <w:top w:val="none" w:sz="0" w:space="0" w:color="auto"/>
        <w:bottom w:val="none" w:sz="0" w:space="0" w:color="auto"/>
        <w:insideH w:val="none" w:sz="0" w:space="0" w:color="auto"/>
      </w:tblBorders>
      <w:tblCellMar>
        <w:left w:w="0" w:type="dxa"/>
        <w:right w:w="0" w:type="dxa"/>
      </w:tblCellMar>
      <w:tblLook w:val="04A0" w:firstRow="1" w:lastRow="0" w:firstColumn="1" w:lastColumn="0" w:noHBand="0" w:noVBand="1"/>
    </w:tblPr>
    <w:tblGrid>
      <w:gridCol w:w="1502"/>
      <w:gridCol w:w="2747"/>
      <w:gridCol w:w="3658"/>
      <w:gridCol w:w="2157"/>
    </w:tblGrid>
    <w:tr w:rsidR="00D45B07" w:rsidRPr="000C4320" w14:paraId="3649A999" w14:textId="77777777" w:rsidTr="001955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Align w:val="bottom"/>
        </w:tcPr>
        <w:sdt>
          <w:sdtPr>
            <w:rPr>
              <w:bCs/>
            </w:rPr>
            <w:id w:val="-1769616900"/>
            <w:docPartObj>
              <w:docPartGallery w:val="Page Numbers (Top of Page)"/>
              <w:docPartUnique/>
            </w:docPartObj>
          </w:sdtPr>
          <w:sdtContent>
            <w:p w14:paraId="50BC7231" w14:textId="77777777" w:rsidR="00997AA2" w:rsidRPr="000C4320" w:rsidRDefault="00997AA2" w:rsidP="00796DA8">
              <w:pPr>
                <w:pStyle w:val="Pieddepage"/>
                <w:rPr>
                  <w:b/>
                  <w:bCs/>
                </w:rPr>
              </w:pPr>
              <w:r w:rsidRPr="000C4320">
                <w:rPr>
                  <w:bCs/>
                </w:rPr>
                <w:fldChar w:fldCharType="begin"/>
              </w:r>
              <w:r w:rsidRPr="000C4320">
                <w:rPr>
                  <w:b/>
                  <w:bCs/>
                </w:rPr>
                <w:instrText>PAGE</w:instrText>
              </w:r>
              <w:r w:rsidRPr="000C4320">
                <w:rPr>
                  <w:bCs/>
                </w:rPr>
                <w:fldChar w:fldCharType="separate"/>
              </w:r>
              <w:r w:rsidRPr="000C4320">
                <w:rPr>
                  <w:b/>
                  <w:bCs/>
                </w:rPr>
                <w:t>1</w:t>
              </w:r>
              <w:r w:rsidRPr="000C4320">
                <w:rPr>
                  <w:bCs/>
                </w:rPr>
                <w:fldChar w:fldCharType="end"/>
              </w:r>
              <w:r w:rsidRPr="000C4320">
                <w:rPr>
                  <w:b/>
                  <w:bCs/>
                </w:rPr>
                <w:t xml:space="preserve"> / </w:t>
              </w:r>
              <w:r w:rsidRPr="000C4320">
                <w:rPr>
                  <w:bCs/>
                </w:rPr>
                <w:fldChar w:fldCharType="begin"/>
              </w:r>
              <w:r w:rsidRPr="000C4320">
                <w:rPr>
                  <w:b/>
                  <w:bCs/>
                </w:rPr>
                <w:instrText>NUMPAGES</w:instrText>
              </w:r>
              <w:r w:rsidRPr="000C4320">
                <w:rPr>
                  <w:bCs/>
                </w:rPr>
                <w:fldChar w:fldCharType="separate"/>
              </w:r>
              <w:r w:rsidRPr="000C4320">
                <w:rPr>
                  <w:b/>
                  <w:bCs/>
                </w:rPr>
                <w:t>3</w:t>
              </w:r>
              <w:r w:rsidRPr="000C4320">
                <w:rPr>
                  <w:bCs/>
                </w:rPr>
                <w:fldChar w:fldCharType="end"/>
              </w:r>
            </w:p>
          </w:sdtContent>
        </w:sdt>
      </w:tc>
      <w:tc>
        <w:tcPr>
          <w:tcW w:w="2835" w:type="dxa"/>
        </w:tcPr>
        <w:p w14:paraId="6875B21E" w14:textId="77777777" w:rsidR="00997AA2" w:rsidRPr="000C4320" w:rsidRDefault="00997AA2" w:rsidP="00796DA8">
          <w:pPr>
            <w:pStyle w:val="Pieddepage"/>
            <w:cnfStyle w:val="100000000000" w:firstRow="1" w:lastRow="0" w:firstColumn="0" w:lastColumn="0" w:oddVBand="0" w:evenVBand="0" w:oddHBand="0" w:evenHBand="0" w:firstRowFirstColumn="0" w:firstRowLastColumn="0" w:lastRowFirstColumn="0" w:lastRowLastColumn="0"/>
            <w:rPr>
              <w:bCs/>
            </w:rPr>
          </w:pPr>
          <w:r w:rsidRPr="000C4320">
            <w:rPr>
              <w:bCs/>
            </w:rPr>
            <w:t>192, avenue Aristide Briand</w:t>
          </w:r>
        </w:p>
        <w:p w14:paraId="063F0D75" w14:textId="77777777" w:rsidR="00997AA2" w:rsidRPr="000C4320" w:rsidRDefault="00997AA2" w:rsidP="00796DA8">
          <w:pPr>
            <w:pStyle w:val="Pieddepage"/>
            <w:cnfStyle w:val="100000000000" w:firstRow="1" w:lastRow="0" w:firstColumn="0" w:lastColumn="0" w:oddVBand="0" w:evenVBand="0" w:oddHBand="0" w:evenHBand="0" w:firstRowFirstColumn="0" w:firstRowLastColumn="0" w:lastRowFirstColumn="0" w:lastRowLastColumn="0"/>
            <w:rPr>
              <w:bCs/>
            </w:rPr>
          </w:pPr>
          <w:r w:rsidRPr="000C4320">
            <w:rPr>
              <w:bCs/>
            </w:rPr>
            <w:t>92226 Bagneux Cedex</w:t>
          </w:r>
        </w:p>
        <w:p w14:paraId="3BF3EBD7" w14:textId="77777777" w:rsidR="00997AA2" w:rsidRPr="000C4320" w:rsidRDefault="00997AA2" w:rsidP="00796DA8">
          <w:pPr>
            <w:pStyle w:val="Pieddepage"/>
            <w:cnfStyle w:val="100000000000" w:firstRow="1" w:lastRow="0" w:firstColumn="0" w:lastColumn="0" w:oddVBand="0" w:evenVBand="0" w:oddHBand="0" w:evenHBand="0" w:firstRowFirstColumn="0" w:firstRowLastColumn="0" w:lastRowFirstColumn="0" w:lastRowLastColumn="0"/>
            <w:rPr>
              <w:b/>
              <w:bCs/>
            </w:rPr>
          </w:pPr>
          <w:r w:rsidRPr="000C4320">
            <w:rPr>
              <w:b/>
              <w:bCs/>
            </w:rPr>
            <w:t>SIREN 349958 876 – APE 913E</w:t>
          </w:r>
        </w:p>
      </w:tc>
      <w:tc>
        <w:tcPr>
          <w:tcW w:w="3763" w:type="dxa"/>
        </w:tcPr>
        <w:p w14:paraId="17AB62A3" w14:textId="77777777" w:rsidR="00997AA2" w:rsidRPr="000C4320" w:rsidRDefault="00000000" w:rsidP="00796DA8">
          <w:pPr>
            <w:pStyle w:val="Pieddepage"/>
            <w:cnfStyle w:val="100000000000" w:firstRow="1" w:lastRow="0" w:firstColumn="0" w:lastColumn="0" w:oddVBand="0" w:evenVBand="0" w:oddHBand="0" w:evenHBand="0" w:firstRowFirstColumn="0" w:firstRowLastColumn="0" w:lastRowFirstColumn="0" w:lastRowLastColumn="0"/>
            <w:rPr>
              <w:b/>
              <w:bCs/>
            </w:rPr>
          </w:pPr>
          <w:hyperlink r:id="rId1" w:history="1">
            <w:r w:rsidR="00997AA2" w:rsidRPr="000C4320">
              <w:rPr>
                <w:rStyle w:val="Lienhypertexte"/>
                <w:b/>
                <w:bCs/>
                <w:color w:val="78287D" w:themeColor="text2"/>
                <w:u w:val="none"/>
              </w:rPr>
              <w:t>www.agefiph.fr</w:t>
            </w:r>
          </w:hyperlink>
        </w:p>
        <w:p w14:paraId="24F3BE4A" w14:textId="77777777" w:rsidR="00997AA2" w:rsidRPr="000C4320" w:rsidRDefault="00997AA2" w:rsidP="00796DA8">
          <w:pPr>
            <w:pStyle w:val="Pieddepage"/>
            <w:cnfStyle w:val="100000000000" w:firstRow="1" w:lastRow="0" w:firstColumn="0" w:lastColumn="0" w:oddVBand="0" w:evenVBand="0" w:oddHBand="0" w:evenHBand="0" w:firstRowFirstColumn="0" w:firstRowLastColumn="0" w:lastRowFirstColumn="0" w:lastRowLastColumn="0"/>
            <w:rPr>
              <w:b/>
              <w:bCs/>
            </w:rPr>
          </w:pPr>
          <w:r w:rsidRPr="000C4320">
            <w:rPr>
              <w:bCs/>
              <w:noProof/>
            </w:rPr>
            <mc:AlternateContent>
              <mc:Choice Requires="wpg">
                <w:drawing>
                  <wp:inline distT="0" distB="0" distL="0" distR="0" wp14:anchorId="0A1C4AD3" wp14:editId="7A6F48BB">
                    <wp:extent cx="548640" cy="106831"/>
                    <wp:effectExtent l="0" t="0" r="3810" b="7620"/>
                    <wp:docPr id="13" name="Groupe 12">
                      <a:extLst xmlns:a="http://schemas.openxmlformats.org/drawingml/2006/main">
                        <a:ext uri="{FF2B5EF4-FFF2-40B4-BE49-F238E27FC236}">
                          <a16:creationId xmlns:a16="http://schemas.microsoft.com/office/drawing/2014/main" id="{8D462174-9232-31DA-7D6A-62497B3D7898}"/>
                        </a:ext>
                      </a:extLst>
                    </wp:docPr>
                    <wp:cNvGraphicFramePr/>
                    <a:graphic xmlns:a="http://schemas.openxmlformats.org/drawingml/2006/main">
                      <a:graphicData uri="http://schemas.microsoft.com/office/word/2010/wordprocessingGroup">
                        <wpg:wgp>
                          <wpg:cNvGrpSpPr/>
                          <wpg:grpSpPr>
                            <a:xfrm>
                              <a:off x="0" y="0"/>
                              <a:ext cx="548640" cy="106831"/>
                              <a:chOff x="0" y="0"/>
                              <a:chExt cx="381635" cy="74295"/>
                            </a:xfrm>
                          </wpg:grpSpPr>
                          <wps:wsp>
                            <wps:cNvPr id="1" name="Forme libre : forme 1">
                              <a:extLst>
                                <a:ext uri="{FF2B5EF4-FFF2-40B4-BE49-F238E27FC236}">
                                  <a16:creationId xmlns:a16="http://schemas.microsoft.com/office/drawing/2014/main" id="{94264EC6-7323-8D77-58F8-A7E1628C7B98}"/>
                                </a:ext>
                              </a:extLst>
                            </wps:cNvPr>
                            <wps:cNvSpPr/>
                            <wps:spPr>
                              <a:xfrm>
                                <a:off x="0" y="0"/>
                                <a:ext cx="34290" cy="70485"/>
                              </a:xfrm>
                              <a:custGeom>
                                <a:avLst/>
                                <a:gdLst>
                                  <a:gd name="connsiteX0" fmla="*/ 43026 w 141077"/>
                                  <a:gd name="connsiteY0" fmla="*/ 0 h 285459"/>
                                  <a:gd name="connsiteX1" fmla="*/ 137975 w 141077"/>
                                  <a:gd name="connsiteY1" fmla="*/ 157 h 285459"/>
                                  <a:gd name="connsiteX2" fmla="*/ 137975 w 141077"/>
                                  <a:gd name="connsiteY2" fmla="*/ 49179 h 285459"/>
                                  <a:gd name="connsiteX3" fmla="*/ 98838 w 141077"/>
                                  <a:gd name="connsiteY3" fmla="*/ 49179 h 285459"/>
                                  <a:gd name="connsiteX4" fmla="*/ 92000 w 141077"/>
                                  <a:gd name="connsiteY4" fmla="*/ 51756 h 285459"/>
                                  <a:gd name="connsiteX5" fmla="*/ 92000 w 141077"/>
                                  <a:gd name="connsiteY5" fmla="*/ 86580 h 285459"/>
                                  <a:gd name="connsiteX6" fmla="*/ 141077 w 141077"/>
                                  <a:gd name="connsiteY6" fmla="*/ 86580 h 285459"/>
                                  <a:gd name="connsiteX7" fmla="*/ 136289 w 141077"/>
                                  <a:gd name="connsiteY7" fmla="*/ 136285 h 285459"/>
                                  <a:gd name="connsiteX8" fmla="*/ 92000 w 141077"/>
                                  <a:gd name="connsiteY8" fmla="*/ 136285 h 285459"/>
                                  <a:gd name="connsiteX9" fmla="*/ 92000 w 141077"/>
                                  <a:gd name="connsiteY9" fmla="*/ 285459 h 285459"/>
                                  <a:gd name="connsiteX10" fmla="*/ 34506 w 141077"/>
                                  <a:gd name="connsiteY10" fmla="*/ 285459 h 285459"/>
                                  <a:gd name="connsiteX11" fmla="*/ 34506 w 141077"/>
                                  <a:gd name="connsiteY11" fmla="*/ 136285 h 285459"/>
                                  <a:gd name="connsiteX12" fmla="*/ 0 w 141077"/>
                                  <a:gd name="connsiteY12" fmla="*/ 136285 h 285459"/>
                                  <a:gd name="connsiteX13" fmla="*/ 0 w 141077"/>
                                  <a:gd name="connsiteY13" fmla="*/ 86580 h 285459"/>
                                  <a:gd name="connsiteX14" fmla="*/ 34506 w 141077"/>
                                  <a:gd name="connsiteY14" fmla="*/ 86580 h 285459"/>
                                  <a:gd name="connsiteX15" fmla="*/ 34506 w 141077"/>
                                  <a:gd name="connsiteY15" fmla="*/ 36555 h 285459"/>
                                  <a:gd name="connsiteX0" fmla="*/ 43026 w 141077"/>
                                  <a:gd name="connsiteY0" fmla="*/ 5291 h 290750"/>
                                  <a:gd name="connsiteX1" fmla="*/ 137975 w 141077"/>
                                  <a:gd name="connsiteY1" fmla="*/ 5448 h 290750"/>
                                  <a:gd name="connsiteX2" fmla="*/ 137975 w 141077"/>
                                  <a:gd name="connsiteY2" fmla="*/ 54470 h 290750"/>
                                  <a:gd name="connsiteX3" fmla="*/ 98838 w 141077"/>
                                  <a:gd name="connsiteY3" fmla="*/ 54470 h 290750"/>
                                  <a:gd name="connsiteX4" fmla="*/ 92000 w 141077"/>
                                  <a:gd name="connsiteY4" fmla="*/ 57047 h 290750"/>
                                  <a:gd name="connsiteX5" fmla="*/ 92000 w 141077"/>
                                  <a:gd name="connsiteY5" fmla="*/ 91871 h 290750"/>
                                  <a:gd name="connsiteX6" fmla="*/ 141077 w 141077"/>
                                  <a:gd name="connsiteY6" fmla="*/ 91871 h 290750"/>
                                  <a:gd name="connsiteX7" fmla="*/ 136289 w 141077"/>
                                  <a:gd name="connsiteY7" fmla="*/ 141576 h 290750"/>
                                  <a:gd name="connsiteX8" fmla="*/ 92000 w 141077"/>
                                  <a:gd name="connsiteY8" fmla="*/ 141576 h 290750"/>
                                  <a:gd name="connsiteX9" fmla="*/ 92000 w 141077"/>
                                  <a:gd name="connsiteY9" fmla="*/ 290750 h 290750"/>
                                  <a:gd name="connsiteX10" fmla="*/ 34506 w 141077"/>
                                  <a:gd name="connsiteY10" fmla="*/ 290750 h 290750"/>
                                  <a:gd name="connsiteX11" fmla="*/ 34506 w 141077"/>
                                  <a:gd name="connsiteY11" fmla="*/ 141576 h 290750"/>
                                  <a:gd name="connsiteX12" fmla="*/ 0 w 141077"/>
                                  <a:gd name="connsiteY12" fmla="*/ 141576 h 290750"/>
                                  <a:gd name="connsiteX13" fmla="*/ 0 w 141077"/>
                                  <a:gd name="connsiteY13" fmla="*/ 91871 h 290750"/>
                                  <a:gd name="connsiteX14" fmla="*/ 34506 w 141077"/>
                                  <a:gd name="connsiteY14" fmla="*/ 91871 h 290750"/>
                                  <a:gd name="connsiteX15" fmla="*/ 34506 w 141077"/>
                                  <a:gd name="connsiteY15" fmla="*/ 41846 h 290750"/>
                                  <a:gd name="connsiteX16" fmla="*/ 43026 w 141077"/>
                                  <a:gd name="connsiteY16" fmla="*/ 5291 h 290750"/>
                                  <a:gd name="connsiteX0" fmla="*/ 57158 w 141077"/>
                                  <a:gd name="connsiteY0" fmla="*/ 5291 h 290750"/>
                                  <a:gd name="connsiteX1" fmla="*/ 137975 w 141077"/>
                                  <a:gd name="connsiteY1" fmla="*/ 5448 h 290750"/>
                                  <a:gd name="connsiteX2" fmla="*/ 137975 w 141077"/>
                                  <a:gd name="connsiteY2" fmla="*/ 54470 h 290750"/>
                                  <a:gd name="connsiteX3" fmla="*/ 98838 w 141077"/>
                                  <a:gd name="connsiteY3" fmla="*/ 54470 h 290750"/>
                                  <a:gd name="connsiteX4" fmla="*/ 92000 w 141077"/>
                                  <a:gd name="connsiteY4" fmla="*/ 57047 h 290750"/>
                                  <a:gd name="connsiteX5" fmla="*/ 92000 w 141077"/>
                                  <a:gd name="connsiteY5" fmla="*/ 91871 h 290750"/>
                                  <a:gd name="connsiteX6" fmla="*/ 141077 w 141077"/>
                                  <a:gd name="connsiteY6" fmla="*/ 91871 h 290750"/>
                                  <a:gd name="connsiteX7" fmla="*/ 136289 w 141077"/>
                                  <a:gd name="connsiteY7" fmla="*/ 141576 h 290750"/>
                                  <a:gd name="connsiteX8" fmla="*/ 92000 w 141077"/>
                                  <a:gd name="connsiteY8" fmla="*/ 141576 h 290750"/>
                                  <a:gd name="connsiteX9" fmla="*/ 92000 w 141077"/>
                                  <a:gd name="connsiteY9" fmla="*/ 290750 h 290750"/>
                                  <a:gd name="connsiteX10" fmla="*/ 34506 w 141077"/>
                                  <a:gd name="connsiteY10" fmla="*/ 290750 h 290750"/>
                                  <a:gd name="connsiteX11" fmla="*/ 34506 w 141077"/>
                                  <a:gd name="connsiteY11" fmla="*/ 141576 h 290750"/>
                                  <a:gd name="connsiteX12" fmla="*/ 0 w 141077"/>
                                  <a:gd name="connsiteY12" fmla="*/ 141576 h 290750"/>
                                  <a:gd name="connsiteX13" fmla="*/ 0 w 141077"/>
                                  <a:gd name="connsiteY13" fmla="*/ 91871 h 290750"/>
                                  <a:gd name="connsiteX14" fmla="*/ 34506 w 141077"/>
                                  <a:gd name="connsiteY14" fmla="*/ 91871 h 290750"/>
                                  <a:gd name="connsiteX15" fmla="*/ 34506 w 141077"/>
                                  <a:gd name="connsiteY15" fmla="*/ 41846 h 290750"/>
                                  <a:gd name="connsiteX16" fmla="*/ 57158 w 141077"/>
                                  <a:gd name="connsiteY16" fmla="*/ 5291 h 2907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41077" h="290750">
                                    <a:moveTo>
                                      <a:pt x="57158" y="5291"/>
                                    </a:moveTo>
                                    <a:cubicBezTo>
                                      <a:pt x="74403" y="-775"/>
                                      <a:pt x="122150" y="-2749"/>
                                      <a:pt x="137975" y="5448"/>
                                    </a:cubicBezTo>
                                    <a:lnTo>
                                      <a:pt x="137975" y="54470"/>
                                    </a:lnTo>
                                    <a:lnTo>
                                      <a:pt x="98838" y="54470"/>
                                    </a:lnTo>
                                    <a:lnTo>
                                      <a:pt x="92000" y="57047"/>
                                    </a:lnTo>
                                    <a:lnTo>
                                      <a:pt x="92000" y="91871"/>
                                    </a:lnTo>
                                    <a:lnTo>
                                      <a:pt x="141077" y="91871"/>
                                    </a:lnTo>
                                    <a:lnTo>
                                      <a:pt x="136289" y="141576"/>
                                    </a:lnTo>
                                    <a:lnTo>
                                      <a:pt x="92000" y="141576"/>
                                    </a:lnTo>
                                    <a:lnTo>
                                      <a:pt x="92000" y="290750"/>
                                    </a:lnTo>
                                    <a:lnTo>
                                      <a:pt x="34506" y="290750"/>
                                    </a:lnTo>
                                    <a:lnTo>
                                      <a:pt x="34506" y="141576"/>
                                    </a:lnTo>
                                    <a:lnTo>
                                      <a:pt x="0" y="141576"/>
                                    </a:lnTo>
                                    <a:lnTo>
                                      <a:pt x="0" y="91871"/>
                                    </a:lnTo>
                                    <a:lnTo>
                                      <a:pt x="34506" y="91871"/>
                                    </a:lnTo>
                                    <a:lnTo>
                                      <a:pt x="34506" y="41846"/>
                                    </a:lnTo>
                                    <a:cubicBezTo>
                                      <a:pt x="35926" y="27416"/>
                                      <a:pt x="39913" y="11357"/>
                                      <a:pt x="57158" y="5291"/>
                                    </a:cubicBezTo>
                                    <a:close/>
                                  </a:path>
                                </a:pathLst>
                              </a:custGeom>
                              <a:solidFill>
                                <a:srgbClr val="5B146D"/>
                              </a:solidFill>
                            </wps:spPr>
                            <wps:bodyPr wrap="square" lIns="0" tIns="0" rIns="0" bIns="0" rtlCol="0">
                              <a:noAutofit/>
                            </wps:bodyPr>
                          </wps:wsp>
                          <wps:wsp>
                            <wps:cNvPr id="2" name="Forme libre : forme 2">
                              <a:extLst>
                                <a:ext uri="{FF2B5EF4-FFF2-40B4-BE49-F238E27FC236}">
                                  <a16:creationId xmlns:a16="http://schemas.microsoft.com/office/drawing/2014/main" id="{F88DE35F-1277-170B-E781-CDB928B0D85E}"/>
                                </a:ext>
                              </a:extLst>
                            </wps:cNvPr>
                            <wps:cNvSpPr/>
                            <wps:spPr>
                              <a:xfrm>
                                <a:off x="78740" y="11430"/>
                                <a:ext cx="67945" cy="59055"/>
                              </a:xfrm>
                              <a:custGeom>
                                <a:avLst/>
                                <a:gdLst>
                                  <a:gd name="connsiteX0" fmla="*/ 160324 w 280568"/>
                                  <a:gd name="connsiteY0" fmla="*/ 0 h 243176"/>
                                  <a:gd name="connsiteX1" fmla="*/ 208033 w 280568"/>
                                  <a:gd name="connsiteY1" fmla="*/ 0 h 243176"/>
                                  <a:gd name="connsiteX2" fmla="*/ 222815 w 280568"/>
                                  <a:gd name="connsiteY2" fmla="*/ 7468 h 243176"/>
                                  <a:gd name="connsiteX3" fmla="*/ 233178 w 280568"/>
                                  <a:gd name="connsiteY3" fmla="*/ 19409 h 243176"/>
                                  <a:gd name="connsiteX4" fmla="*/ 246117 w 280568"/>
                                  <a:gd name="connsiteY4" fmla="*/ 16671 h 243176"/>
                                  <a:gd name="connsiteX5" fmla="*/ 258269 w 280568"/>
                                  <a:gd name="connsiteY5" fmla="*/ 11518 h 243176"/>
                                  <a:gd name="connsiteX6" fmla="*/ 269207 w 280568"/>
                                  <a:gd name="connsiteY6" fmla="*/ 4523 h 243176"/>
                                  <a:gd name="connsiteX7" fmla="*/ 264999 w 280568"/>
                                  <a:gd name="connsiteY7" fmla="*/ 18829 h 243176"/>
                                  <a:gd name="connsiteX8" fmla="*/ 264941 w 280568"/>
                                  <a:gd name="connsiteY8" fmla="*/ 19409 h 243176"/>
                                  <a:gd name="connsiteX9" fmla="*/ 264473 w 280568"/>
                                  <a:gd name="connsiteY9" fmla="*/ 24197 h 243176"/>
                                  <a:gd name="connsiteX10" fmla="*/ 252744 w 280568"/>
                                  <a:gd name="connsiteY10" fmla="*/ 31768 h 243176"/>
                                  <a:gd name="connsiteX11" fmla="*/ 261843 w 280568"/>
                                  <a:gd name="connsiteY11" fmla="*/ 36610 h 243176"/>
                                  <a:gd name="connsiteX12" fmla="*/ 270367 w 280568"/>
                                  <a:gd name="connsiteY12" fmla="*/ 36452 h 243176"/>
                                  <a:gd name="connsiteX13" fmla="*/ 280568 w 280568"/>
                                  <a:gd name="connsiteY13" fmla="*/ 31561 h 243176"/>
                                  <a:gd name="connsiteX14" fmla="*/ 277441 w 280568"/>
                                  <a:gd name="connsiteY14" fmla="*/ 36610 h 243176"/>
                                  <a:gd name="connsiteX15" fmla="*/ 272943 w 280568"/>
                                  <a:gd name="connsiteY15" fmla="*/ 43866 h 243176"/>
                                  <a:gd name="connsiteX16" fmla="*/ 259636 w 280568"/>
                                  <a:gd name="connsiteY16" fmla="*/ 51914 h 243176"/>
                                  <a:gd name="connsiteX17" fmla="*/ 248536 w 280568"/>
                                  <a:gd name="connsiteY17" fmla="*/ 60595 h 243176"/>
                                  <a:gd name="connsiteX18" fmla="*/ 248325 w 280568"/>
                                  <a:gd name="connsiteY18" fmla="*/ 70904 h 243176"/>
                                  <a:gd name="connsiteX19" fmla="*/ 247997 w 280568"/>
                                  <a:gd name="connsiteY19" fmla="*/ 75378 h 243176"/>
                                  <a:gd name="connsiteX20" fmla="*/ 246693 w 280568"/>
                                  <a:gd name="connsiteY20" fmla="*/ 93208 h 243176"/>
                                  <a:gd name="connsiteX21" fmla="*/ 246415 w 280568"/>
                                  <a:gd name="connsiteY21" fmla="*/ 97019 h 243176"/>
                                  <a:gd name="connsiteX22" fmla="*/ 230047 w 280568"/>
                                  <a:gd name="connsiteY22" fmla="*/ 149335 h 243176"/>
                                  <a:gd name="connsiteX23" fmla="*/ 229633 w 280568"/>
                                  <a:gd name="connsiteY23" fmla="*/ 150660 h 243176"/>
                                  <a:gd name="connsiteX24" fmla="*/ 197062 w 280568"/>
                                  <a:gd name="connsiteY24" fmla="*/ 197479 h 243176"/>
                                  <a:gd name="connsiteX25" fmla="*/ 165485 w 280568"/>
                                  <a:gd name="connsiteY25" fmla="*/ 219398 h 243176"/>
                                  <a:gd name="connsiteX26" fmla="*/ 149344 w 280568"/>
                                  <a:gd name="connsiteY26" fmla="*/ 230606 h 243176"/>
                                  <a:gd name="connsiteX27" fmla="*/ 87106 w 280568"/>
                                  <a:gd name="connsiteY27" fmla="*/ 243176 h 243176"/>
                                  <a:gd name="connsiteX28" fmla="*/ 55019 w 280568"/>
                                  <a:gd name="connsiteY28" fmla="*/ 243176 h 243176"/>
                                  <a:gd name="connsiteX29" fmla="*/ 25140 w 280568"/>
                                  <a:gd name="connsiteY29" fmla="*/ 233025 h 243176"/>
                                  <a:gd name="connsiteX30" fmla="*/ 0 w 280568"/>
                                  <a:gd name="connsiteY30" fmla="*/ 215612 h 243176"/>
                                  <a:gd name="connsiteX31" fmla="*/ 29663 w 280568"/>
                                  <a:gd name="connsiteY31" fmla="*/ 219398 h 243176"/>
                                  <a:gd name="connsiteX32" fmla="*/ 59803 w 280568"/>
                                  <a:gd name="connsiteY32" fmla="*/ 210771 h 243176"/>
                                  <a:gd name="connsiteX33" fmla="*/ 84107 w 280568"/>
                                  <a:gd name="connsiteY33" fmla="*/ 190206 h 243176"/>
                                  <a:gd name="connsiteX34" fmla="*/ 59227 w 280568"/>
                                  <a:gd name="connsiteY34" fmla="*/ 189730 h 243176"/>
                                  <a:gd name="connsiteX35" fmla="*/ 38291 w 280568"/>
                                  <a:gd name="connsiteY35" fmla="*/ 171953 h 243176"/>
                                  <a:gd name="connsiteX36" fmla="*/ 31034 w 280568"/>
                                  <a:gd name="connsiteY36" fmla="*/ 147599 h 243176"/>
                                  <a:gd name="connsiteX37" fmla="*/ 39608 w 280568"/>
                                  <a:gd name="connsiteY37" fmla="*/ 149335 h 243176"/>
                                  <a:gd name="connsiteX38" fmla="*/ 48392 w 280568"/>
                                  <a:gd name="connsiteY38" fmla="*/ 148966 h 243176"/>
                                  <a:gd name="connsiteX39" fmla="*/ 56701 w 280568"/>
                                  <a:gd name="connsiteY39" fmla="*/ 146547 h 243176"/>
                                  <a:gd name="connsiteX40" fmla="*/ 30715 w 280568"/>
                                  <a:gd name="connsiteY40" fmla="*/ 140864 h 243176"/>
                                  <a:gd name="connsiteX41" fmla="*/ 11150 w 280568"/>
                                  <a:gd name="connsiteY41" fmla="*/ 116088 h 243176"/>
                                  <a:gd name="connsiteX42" fmla="*/ 11150 w 280568"/>
                                  <a:gd name="connsiteY42" fmla="*/ 85529 h 243176"/>
                                  <a:gd name="connsiteX43" fmla="*/ 18775 w 280568"/>
                                  <a:gd name="connsiteY43" fmla="*/ 90156 h 243176"/>
                                  <a:gd name="connsiteX44" fmla="*/ 27559 w 280568"/>
                                  <a:gd name="connsiteY44" fmla="*/ 92894 h 243176"/>
                                  <a:gd name="connsiteX45" fmla="*/ 36870 w 280568"/>
                                  <a:gd name="connsiteY45" fmla="*/ 93208 h 243176"/>
                                  <a:gd name="connsiteX46" fmla="*/ 21616 w 280568"/>
                                  <a:gd name="connsiteY46" fmla="*/ 82216 h 243176"/>
                                  <a:gd name="connsiteX47" fmla="*/ 11572 w 280568"/>
                                  <a:gd name="connsiteY47" fmla="*/ 63437 h 243176"/>
                                  <a:gd name="connsiteX48" fmla="*/ 11572 w 280568"/>
                                  <a:gd name="connsiteY48" fmla="*/ 30873 h 243176"/>
                                  <a:gd name="connsiteX49" fmla="*/ 14409 w 280568"/>
                                  <a:gd name="connsiteY49" fmla="*/ 20353 h 243176"/>
                                  <a:gd name="connsiteX50" fmla="*/ 38858 w 280568"/>
                                  <a:gd name="connsiteY50" fmla="*/ 33048 h 243176"/>
                                  <a:gd name="connsiteX51" fmla="*/ 83548 w 280568"/>
                                  <a:gd name="connsiteY51" fmla="*/ 62733 h 243176"/>
                                  <a:gd name="connsiteX52" fmla="*/ 136339 w 280568"/>
                                  <a:gd name="connsiteY52" fmla="*/ 75378 h 243176"/>
                                  <a:gd name="connsiteX53" fmla="*/ 135391 w 280568"/>
                                  <a:gd name="connsiteY53" fmla="*/ 70904 h 243176"/>
                                  <a:gd name="connsiteX54" fmla="*/ 134919 w 280568"/>
                                  <a:gd name="connsiteY54" fmla="*/ 27510 h 2431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Lst>
                                <a:rect l="l" t="t" r="r" b="b"/>
                                <a:pathLst>
                                  <a:path w="280568" h="243176">
                                    <a:moveTo>
                                      <a:pt x="160324" y="0"/>
                                    </a:moveTo>
                                    <a:lnTo>
                                      <a:pt x="208033" y="0"/>
                                    </a:lnTo>
                                    <a:lnTo>
                                      <a:pt x="222815" y="7468"/>
                                    </a:lnTo>
                                    <a:lnTo>
                                      <a:pt x="233178" y="19409"/>
                                    </a:lnTo>
                                    <a:lnTo>
                                      <a:pt x="246117" y="16671"/>
                                    </a:lnTo>
                                    <a:lnTo>
                                      <a:pt x="258269" y="11518"/>
                                    </a:lnTo>
                                    <a:lnTo>
                                      <a:pt x="269207" y="4523"/>
                                    </a:lnTo>
                                    <a:lnTo>
                                      <a:pt x="264999" y="18829"/>
                                    </a:lnTo>
                                    <a:lnTo>
                                      <a:pt x="264941" y="19409"/>
                                    </a:lnTo>
                                    <a:lnTo>
                                      <a:pt x="264473" y="24197"/>
                                    </a:lnTo>
                                    <a:lnTo>
                                      <a:pt x="252744" y="31768"/>
                                    </a:lnTo>
                                    <a:lnTo>
                                      <a:pt x="261843" y="36610"/>
                                    </a:lnTo>
                                    <a:lnTo>
                                      <a:pt x="270367" y="36452"/>
                                    </a:lnTo>
                                    <a:lnTo>
                                      <a:pt x="280568" y="31561"/>
                                    </a:lnTo>
                                    <a:lnTo>
                                      <a:pt x="277441" y="36610"/>
                                    </a:lnTo>
                                    <a:lnTo>
                                      <a:pt x="272943" y="43866"/>
                                    </a:lnTo>
                                    <a:lnTo>
                                      <a:pt x="259636" y="51914"/>
                                    </a:lnTo>
                                    <a:lnTo>
                                      <a:pt x="248536" y="60595"/>
                                    </a:lnTo>
                                    <a:lnTo>
                                      <a:pt x="248325" y="70904"/>
                                    </a:lnTo>
                                    <a:lnTo>
                                      <a:pt x="247997" y="75378"/>
                                    </a:lnTo>
                                    <a:lnTo>
                                      <a:pt x="246693" y="93208"/>
                                    </a:lnTo>
                                    <a:lnTo>
                                      <a:pt x="246415" y="97019"/>
                                    </a:lnTo>
                                    <a:lnTo>
                                      <a:pt x="230047" y="149335"/>
                                    </a:lnTo>
                                    <a:lnTo>
                                      <a:pt x="229633" y="150660"/>
                                    </a:lnTo>
                                    <a:lnTo>
                                      <a:pt x="197062" y="197479"/>
                                    </a:lnTo>
                                    <a:lnTo>
                                      <a:pt x="165485" y="219398"/>
                                    </a:lnTo>
                                    <a:lnTo>
                                      <a:pt x="149344" y="230606"/>
                                    </a:lnTo>
                                    <a:lnTo>
                                      <a:pt x="87106" y="243176"/>
                                    </a:lnTo>
                                    <a:lnTo>
                                      <a:pt x="55019" y="243176"/>
                                    </a:lnTo>
                                    <a:lnTo>
                                      <a:pt x="25140" y="233025"/>
                                    </a:lnTo>
                                    <a:lnTo>
                                      <a:pt x="0" y="215612"/>
                                    </a:lnTo>
                                    <a:lnTo>
                                      <a:pt x="29663" y="219398"/>
                                    </a:lnTo>
                                    <a:lnTo>
                                      <a:pt x="59803" y="210771"/>
                                    </a:lnTo>
                                    <a:lnTo>
                                      <a:pt x="84107" y="190206"/>
                                    </a:lnTo>
                                    <a:lnTo>
                                      <a:pt x="59227" y="189730"/>
                                    </a:lnTo>
                                    <a:lnTo>
                                      <a:pt x="38291" y="171953"/>
                                    </a:lnTo>
                                    <a:lnTo>
                                      <a:pt x="31034" y="147599"/>
                                    </a:lnTo>
                                    <a:lnTo>
                                      <a:pt x="39608" y="149335"/>
                                    </a:lnTo>
                                    <a:lnTo>
                                      <a:pt x="48392" y="148966"/>
                                    </a:lnTo>
                                    <a:lnTo>
                                      <a:pt x="56701" y="146547"/>
                                    </a:lnTo>
                                    <a:lnTo>
                                      <a:pt x="30715" y="140864"/>
                                    </a:lnTo>
                                    <a:lnTo>
                                      <a:pt x="11150" y="116088"/>
                                    </a:lnTo>
                                    <a:lnTo>
                                      <a:pt x="11150" y="85529"/>
                                    </a:lnTo>
                                    <a:lnTo>
                                      <a:pt x="18775" y="90156"/>
                                    </a:lnTo>
                                    <a:lnTo>
                                      <a:pt x="27559" y="92894"/>
                                    </a:lnTo>
                                    <a:lnTo>
                                      <a:pt x="36870" y="93208"/>
                                    </a:lnTo>
                                    <a:lnTo>
                                      <a:pt x="21616" y="82216"/>
                                    </a:lnTo>
                                    <a:lnTo>
                                      <a:pt x="11572" y="63437"/>
                                    </a:lnTo>
                                    <a:lnTo>
                                      <a:pt x="11572" y="30873"/>
                                    </a:lnTo>
                                    <a:lnTo>
                                      <a:pt x="14409" y="20353"/>
                                    </a:lnTo>
                                    <a:lnTo>
                                      <a:pt x="38858" y="33048"/>
                                    </a:lnTo>
                                    <a:lnTo>
                                      <a:pt x="83548" y="62733"/>
                                    </a:lnTo>
                                    <a:lnTo>
                                      <a:pt x="136339" y="75378"/>
                                    </a:lnTo>
                                    <a:lnTo>
                                      <a:pt x="135391" y="70904"/>
                                    </a:lnTo>
                                    <a:lnTo>
                                      <a:pt x="134919" y="27510"/>
                                    </a:lnTo>
                                    <a:close/>
                                  </a:path>
                                </a:pathLst>
                              </a:custGeom>
                              <a:solidFill>
                                <a:srgbClr val="5B146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 name="Forme libre : forme 3">
                              <a:extLst>
                                <a:ext uri="{FF2B5EF4-FFF2-40B4-BE49-F238E27FC236}">
                                  <a16:creationId xmlns:a16="http://schemas.microsoft.com/office/drawing/2014/main" id="{F4485EBD-AD68-75C2-C203-97C2170438CA}"/>
                                </a:ext>
                              </a:extLst>
                            </wps:cNvPr>
                            <wps:cNvSpPr/>
                            <wps:spPr>
                              <a:xfrm>
                                <a:off x="191770" y="8890"/>
                                <a:ext cx="64135" cy="65405"/>
                              </a:xfrm>
                              <a:custGeom>
                                <a:avLst/>
                                <a:gdLst>
                                  <a:gd name="connsiteX0" fmla="*/ 150330 w 262842"/>
                                  <a:gd name="connsiteY0" fmla="*/ 93100 h 268739"/>
                                  <a:gd name="connsiteX1" fmla="*/ 150330 w 262842"/>
                                  <a:gd name="connsiteY1" fmla="*/ 113197 h 268739"/>
                                  <a:gd name="connsiteX2" fmla="*/ 169688 w 262842"/>
                                  <a:gd name="connsiteY2" fmla="*/ 93680 h 268739"/>
                                  <a:gd name="connsiteX3" fmla="*/ 199563 w 262842"/>
                                  <a:gd name="connsiteY3" fmla="*/ 93680 h 268739"/>
                                  <a:gd name="connsiteX4" fmla="*/ 241300 w 262842"/>
                                  <a:gd name="connsiteY4" fmla="*/ 113197 h 268739"/>
                                  <a:gd name="connsiteX5" fmla="*/ 244808 w 262842"/>
                                  <a:gd name="connsiteY5" fmla="*/ 114837 h 268739"/>
                                  <a:gd name="connsiteX6" fmla="*/ 254123 w 262842"/>
                                  <a:gd name="connsiteY6" fmla="*/ 147176 h 268739"/>
                                  <a:gd name="connsiteX7" fmla="*/ 262838 w 262842"/>
                                  <a:gd name="connsiteY7" fmla="*/ 177428 h 268739"/>
                                  <a:gd name="connsiteX8" fmla="*/ 262842 w 262842"/>
                                  <a:gd name="connsiteY8" fmla="*/ 268739 h 268739"/>
                                  <a:gd name="connsiteX9" fmla="*/ 200354 w 262842"/>
                                  <a:gd name="connsiteY9" fmla="*/ 268739 h 268739"/>
                                  <a:gd name="connsiteX10" fmla="*/ 200354 w 262842"/>
                                  <a:gd name="connsiteY10" fmla="*/ 159275 h 268739"/>
                                  <a:gd name="connsiteX11" fmla="*/ 189151 w 262842"/>
                                  <a:gd name="connsiteY11" fmla="*/ 147176 h 268739"/>
                                  <a:gd name="connsiteX12" fmla="*/ 161533 w 262842"/>
                                  <a:gd name="connsiteY12" fmla="*/ 147176 h 268739"/>
                                  <a:gd name="connsiteX13" fmla="*/ 150330 w 262842"/>
                                  <a:gd name="connsiteY13" fmla="*/ 159275 h 268739"/>
                                  <a:gd name="connsiteX14" fmla="*/ 150330 w 262842"/>
                                  <a:gd name="connsiteY14" fmla="*/ 268739 h 268739"/>
                                  <a:gd name="connsiteX15" fmla="*/ 87839 w 262842"/>
                                  <a:gd name="connsiteY15" fmla="*/ 268739 h 268739"/>
                                  <a:gd name="connsiteX16" fmla="*/ 88257 w 262842"/>
                                  <a:gd name="connsiteY16" fmla="*/ 147176 h 268739"/>
                                  <a:gd name="connsiteX17" fmla="*/ 88042 w 262842"/>
                                  <a:gd name="connsiteY17" fmla="*/ 96985 h 268739"/>
                                  <a:gd name="connsiteX18" fmla="*/ 315 w 262842"/>
                                  <a:gd name="connsiteY18" fmla="*/ 93100 h 268739"/>
                                  <a:gd name="connsiteX19" fmla="*/ 62802 w 262842"/>
                                  <a:gd name="connsiteY19" fmla="*/ 93100 h 268739"/>
                                  <a:gd name="connsiteX20" fmla="*/ 62802 w 262842"/>
                                  <a:gd name="connsiteY20" fmla="*/ 268739 h 268739"/>
                                  <a:gd name="connsiteX21" fmla="*/ 315 w 262842"/>
                                  <a:gd name="connsiteY21" fmla="*/ 268739 h 268739"/>
                                  <a:gd name="connsiteX22" fmla="*/ 12570 w 262842"/>
                                  <a:gd name="connsiteY22" fmla="*/ 0 h 268739"/>
                                  <a:gd name="connsiteX23" fmla="*/ 51072 w 262842"/>
                                  <a:gd name="connsiteY23" fmla="*/ 0 h 268739"/>
                                  <a:gd name="connsiteX24" fmla="*/ 62909 w 262842"/>
                                  <a:gd name="connsiteY24" fmla="*/ 15093 h 268739"/>
                                  <a:gd name="connsiteX25" fmla="*/ 63328 w 262842"/>
                                  <a:gd name="connsiteY25" fmla="*/ 50601 h 268739"/>
                                  <a:gd name="connsiteX26" fmla="*/ 51072 w 262842"/>
                                  <a:gd name="connsiteY26" fmla="*/ 66116 h 268739"/>
                                  <a:gd name="connsiteX27" fmla="*/ 12201 w 262842"/>
                                  <a:gd name="connsiteY27" fmla="*/ 66116 h 268739"/>
                                  <a:gd name="connsiteX28" fmla="*/ 360 w 262842"/>
                                  <a:gd name="connsiteY28" fmla="*/ 50601 h 268739"/>
                                  <a:gd name="connsiteX29" fmla="*/ 0 w 262842"/>
                                  <a:gd name="connsiteY29" fmla="*/ 14621 h 26873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262842" h="268739">
                                    <a:moveTo>
                                      <a:pt x="150330" y="93100"/>
                                    </a:moveTo>
                                    <a:lnTo>
                                      <a:pt x="150330" y="113197"/>
                                    </a:lnTo>
                                    <a:lnTo>
                                      <a:pt x="169688" y="93680"/>
                                    </a:lnTo>
                                    <a:lnTo>
                                      <a:pt x="199563" y="93680"/>
                                    </a:lnTo>
                                    <a:lnTo>
                                      <a:pt x="241300" y="113197"/>
                                    </a:lnTo>
                                    <a:lnTo>
                                      <a:pt x="244808" y="114837"/>
                                    </a:lnTo>
                                    <a:lnTo>
                                      <a:pt x="254123" y="147176"/>
                                    </a:lnTo>
                                    <a:lnTo>
                                      <a:pt x="262838" y="177428"/>
                                    </a:lnTo>
                                    <a:lnTo>
                                      <a:pt x="262842" y="268739"/>
                                    </a:lnTo>
                                    <a:lnTo>
                                      <a:pt x="200354" y="268739"/>
                                    </a:lnTo>
                                    <a:lnTo>
                                      <a:pt x="200354" y="159275"/>
                                    </a:lnTo>
                                    <a:lnTo>
                                      <a:pt x="189151" y="147176"/>
                                    </a:lnTo>
                                    <a:lnTo>
                                      <a:pt x="161533" y="147176"/>
                                    </a:lnTo>
                                    <a:lnTo>
                                      <a:pt x="150330" y="159275"/>
                                    </a:lnTo>
                                    <a:lnTo>
                                      <a:pt x="150330" y="268739"/>
                                    </a:lnTo>
                                    <a:lnTo>
                                      <a:pt x="87839" y="268739"/>
                                    </a:lnTo>
                                    <a:lnTo>
                                      <a:pt x="88257" y="147176"/>
                                    </a:lnTo>
                                    <a:lnTo>
                                      <a:pt x="88042" y="96985"/>
                                    </a:lnTo>
                                    <a:close/>
                                    <a:moveTo>
                                      <a:pt x="315" y="93100"/>
                                    </a:moveTo>
                                    <a:lnTo>
                                      <a:pt x="62802" y="93100"/>
                                    </a:lnTo>
                                    <a:lnTo>
                                      <a:pt x="62802" y="268739"/>
                                    </a:lnTo>
                                    <a:lnTo>
                                      <a:pt x="315" y="268739"/>
                                    </a:lnTo>
                                    <a:close/>
                                    <a:moveTo>
                                      <a:pt x="12570" y="0"/>
                                    </a:moveTo>
                                    <a:lnTo>
                                      <a:pt x="51072" y="0"/>
                                    </a:lnTo>
                                    <a:lnTo>
                                      <a:pt x="62909" y="15093"/>
                                    </a:lnTo>
                                    <a:lnTo>
                                      <a:pt x="63328" y="50601"/>
                                    </a:lnTo>
                                    <a:lnTo>
                                      <a:pt x="51072" y="66116"/>
                                    </a:lnTo>
                                    <a:lnTo>
                                      <a:pt x="12201" y="66116"/>
                                    </a:lnTo>
                                    <a:lnTo>
                                      <a:pt x="360" y="50601"/>
                                    </a:lnTo>
                                    <a:lnTo>
                                      <a:pt x="0" y="14621"/>
                                    </a:lnTo>
                                    <a:close/>
                                  </a:path>
                                </a:pathLst>
                              </a:custGeom>
                              <a:solidFill>
                                <a:srgbClr val="5B146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Forme libre : forme 4">
                              <a:extLst>
                                <a:ext uri="{FF2B5EF4-FFF2-40B4-BE49-F238E27FC236}">
                                  <a16:creationId xmlns:a16="http://schemas.microsoft.com/office/drawing/2014/main" id="{94BFFCB3-6284-E783-4E23-4EC9BA9E7A73}"/>
                                </a:ext>
                              </a:extLst>
                            </wps:cNvPr>
                            <wps:cNvSpPr/>
                            <wps:spPr>
                              <a:xfrm>
                                <a:off x="308610" y="18415"/>
                                <a:ext cx="73025" cy="55880"/>
                              </a:xfrm>
                              <a:custGeom>
                                <a:avLst/>
                                <a:gdLst>
                                  <a:gd name="connsiteX0" fmla="*/ 117771 w 300030"/>
                                  <a:gd name="connsiteY0" fmla="*/ 43920 h 229657"/>
                                  <a:gd name="connsiteX1" fmla="*/ 113774 w 300030"/>
                                  <a:gd name="connsiteY1" fmla="*/ 46285 h 229657"/>
                                  <a:gd name="connsiteX2" fmla="*/ 112511 w 300030"/>
                                  <a:gd name="connsiteY2" fmla="*/ 48600 h 229657"/>
                                  <a:gd name="connsiteX3" fmla="*/ 112511 w 300030"/>
                                  <a:gd name="connsiteY3" fmla="*/ 170532 h 229657"/>
                                  <a:gd name="connsiteX4" fmla="*/ 113774 w 300030"/>
                                  <a:gd name="connsiteY4" fmla="*/ 172794 h 229657"/>
                                  <a:gd name="connsiteX5" fmla="*/ 116628 w 300030"/>
                                  <a:gd name="connsiteY5" fmla="*/ 174475 h 229657"/>
                                  <a:gd name="connsiteX6" fmla="*/ 120981 w 300030"/>
                                  <a:gd name="connsiteY6" fmla="*/ 174476 h 229657"/>
                                  <a:gd name="connsiteX7" fmla="*/ 121084 w 300030"/>
                                  <a:gd name="connsiteY7" fmla="*/ 174475 h 229657"/>
                                  <a:gd name="connsiteX8" fmla="*/ 208559 w 300030"/>
                                  <a:gd name="connsiteY8" fmla="*/ 113983 h 229657"/>
                                  <a:gd name="connsiteX9" fmla="*/ 209611 w 300030"/>
                                  <a:gd name="connsiteY9" fmla="*/ 111879 h 229657"/>
                                  <a:gd name="connsiteX10" fmla="*/ 209611 w 300030"/>
                                  <a:gd name="connsiteY10" fmla="*/ 107253 h 229657"/>
                                  <a:gd name="connsiteX11" fmla="*/ 208559 w 300030"/>
                                  <a:gd name="connsiteY11" fmla="*/ 105095 h 229657"/>
                                  <a:gd name="connsiteX12" fmla="*/ 120190 w 300030"/>
                                  <a:gd name="connsiteY12" fmla="*/ 44024 h 229657"/>
                                  <a:gd name="connsiteX13" fmla="*/ 22088 w 300030"/>
                                  <a:gd name="connsiteY13" fmla="*/ 0 h 229657"/>
                                  <a:gd name="connsiteX14" fmla="*/ 277938 w 300030"/>
                                  <a:gd name="connsiteY14" fmla="*/ 0 h 229657"/>
                                  <a:gd name="connsiteX15" fmla="*/ 300030 w 300030"/>
                                  <a:gd name="connsiteY15" fmla="*/ 23878 h 229657"/>
                                  <a:gd name="connsiteX16" fmla="*/ 300030 w 300030"/>
                                  <a:gd name="connsiteY16" fmla="*/ 43920 h 229657"/>
                                  <a:gd name="connsiteX17" fmla="*/ 300030 w 300030"/>
                                  <a:gd name="connsiteY17" fmla="*/ 174529 h 229657"/>
                                  <a:gd name="connsiteX18" fmla="*/ 300030 w 300030"/>
                                  <a:gd name="connsiteY18" fmla="*/ 205775 h 229657"/>
                                  <a:gd name="connsiteX19" fmla="*/ 277938 w 300030"/>
                                  <a:gd name="connsiteY19" fmla="*/ 229657 h 229657"/>
                                  <a:gd name="connsiteX20" fmla="*/ 22088 w 300030"/>
                                  <a:gd name="connsiteY20" fmla="*/ 229657 h 229657"/>
                                  <a:gd name="connsiteX21" fmla="*/ 0 w 300030"/>
                                  <a:gd name="connsiteY21" fmla="*/ 205775 h 229657"/>
                                  <a:gd name="connsiteX22" fmla="*/ 0 w 300030"/>
                                  <a:gd name="connsiteY22" fmla="*/ 23878 h 22965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300030" h="229657">
                                    <a:moveTo>
                                      <a:pt x="117771" y="43920"/>
                                    </a:moveTo>
                                    <a:lnTo>
                                      <a:pt x="113774" y="46285"/>
                                    </a:lnTo>
                                    <a:lnTo>
                                      <a:pt x="112511" y="48600"/>
                                    </a:lnTo>
                                    <a:lnTo>
                                      <a:pt x="112511" y="170532"/>
                                    </a:lnTo>
                                    <a:lnTo>
                                      <a:pt x="113774" y="172794"/>
                                    </a:lnTo>
                                    <a:lnTo>
                                      <a:pt x="116628" y="174475"/>
                                    </a:lnTo>
                                    <a:lnTo>
                                      <a:pt x="120981" y="174476"/>
                                    </a:lnTo>
                                    <a:lnTo>
                                      <a:pt x="121084" y="174475"/>
                                    </a:lnTo>
                                    <a:lnTo>
                                      <a:pt x="208559" y="113983"/>
                                    </a:lnTo>
                                    <a:lnTo>
                                      <a:pt x="209611" y="111879"/>
                                    </a:lnTo>
                                    <a:lnTo>
                                      <a:pt x="209611" y="107253"/>
                                    </a:lnTo>
                                    <a:lnTo>
                                      <a:pt x="208559" y="105095"/>
                                    </a:lnTo>
                                    <a:lnTo>
                                      <a:pt x="120190" y="44024"/>
                                    </a:lnTo>
                                    <a:close/>
                                    <a:moveTo>
                                      <a:pt x="22088" y="0"/>
                                    </a:moveTo>
                                    <a:lnTo>
                                      <a:pt x="277938" y="0"/>
                                    </a:lnTo>
                                    <a:lnTo>
                                      <a:pt x="300030" y="23878"/>
                                    </a:lnTo>
                                    <a:lnTo>
                                      <a:pt x="300030" y="43920"/>
                                    </a:lnTo>
                                    <a:lnTo>
                                      <a:pt x="300030" y="174529"/>
                                    </a:lnTo>
                                    <a:lnTo>
                                      <a:pt x="300030" y="205775"/>
                                    </a:lnTo>
                                    <a:lnTo>
                                      <a:pt x="277938" y="229657"/>
                                    </a:lnTo>
                                    <a:lnTo>
                                      <a:pt x="22088" y="229657"/>
                                    </a:lnTo>
                                    <a:lnTo>
                                      <a:pt x="0" y="205775"/>
                                    </a:lnTo>
                                    <a:lnTo>
                                      <a:pt x="0" y="23878"/>
                                    </a:lnTo>
                                    <a:close/>
                                  </a:path>
                                </a:pathLst>
                              </a:custGeom>
                              <a:solidFill>
                                <a:srgbClr val="5B146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6B474E47" id="Groupe 12" o:spid="_x0000_s1026" style="width:43.2pt;height:8.4pt;mso-position-horizontal-relative:char;mso-position-vertical-relative:line" coordsize="381635,74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">
                    <v:shape id="Forme libre : forme 1" o:spid="_x0000_s1027" style="position:absolute;width:34290;height:70485;visibility:visible;mso-wrap-style:square;v-text-anchor:top" coordsize="141077,290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" path="m57158,5291v17245,-6066,64992,-8040,80817,157l137975,54470r-39137,l92000,57047r,34824l141077,91871r-4788,49705l92000,141576r,149174l34506,290750r,-149174l,141576,,91871r34506,l34506,41846c35926,27416,39913,11357,57158,5291xe" fillcolor="#5b146d" stroked="f">
                      <v:path arrowok="t" o:connecttype="custom" o:connectlocs="13893,1283;33536,1321;33536,13205;24023,13205;22361,13830;22361,22272;34290,22272;33126,34322;22361,34322;22361,70485;8387,70485;8387,34322;0,34322;0,22272;8387,22272;8387,10145;13893,1283" o:connectangles="0,0,0,0,0,0,0,0,0,0,0,0,0,0,0,0,0"/>
                    </v:shape>
                    <v:shape id="Forme libre : forme 2" o:spid="_x0000_s1028" style="position:absolute;left:78740;top:11430;width:67945;height:59055;visibility:visible;mso-wrap-style:square;v-text-anchor:middle" coordsize="280568,243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" path="m160324,r47709,l222815,7468r10363,11941l246117,16671r12152,-5153l269207,4523r-4208,14306l264941,19409r-468,4788l252744,31768r9099,4842l270367,36452r10201,-4891l277441,36610r-4498,7256l259636,51914r-11100,8681l248325,70904r-328,4474l246693,93208r-278,3811l230047,149335r-414,1325l197062,197479r-31577,21919l149344,230606,87106,243176r-32087,l25140,233025,,215612r29663,3786l59803,210771,84107,190206r-24880,-476l38291,171953,31034,147599r8574,1736l48392,148966r8309,-2419l30715,140864,11150,116088r,-30559l18775,90156r8784,2738l36870,93208,21616,82216,11572,63437r,-32564l14409,20353,38858,33048,83548,62733r52791,12645l135391,70904r-472,-43394l160324,xe" fillcolor="#5b146d" stroked="f" strokeweight="1pt">
                      <v:stroke joinstyle="miter"/>
                      <v:path arrowok="t" o:connecttype="custom" o:connectlocs="38826,0;50379,0;53959,1814;56469,4713;59602,4049;62545,2797;65194,1098;64175,4573;64161,4713;64047,5876;61207,7715;63410,8891;65475,8852;67945,7665;67188,8891;66098,10653;62876,12607;60188,14715;60137,17219;60057,18305;59742,22635;59674,23561;55710,36266;55610,36588;47722,47958;40075,53281;36167,56002;21094,59055;13324,59055;6088,56590;0,52361;7183,53281;14482,51185;20368,46191;14343,46076;9273,41759;7515,35844;9592,36266;11719,36176;13731,35589;7438,34209;2700,28192;2700,20771;4547,21894;6674,22559;8929,22635;5235,19966;2802,15406;2802,7497;3489,4943;9410,8026;20233,15235;33017,18305;32788,17219;32673,6681" o:connectangles="0,0,0,0,0,0,0,0,0,0,0,0,0,0,0,0,0,0,0,0,0,0,0,0,0,0,0,0,0,0,0,0,0,0,0,0,0,0,0,0,0,0,0,0,0,0,0,0,0,0,0,0,0,0,0"/>
                    </v:shape>
                    <v:shape id="Forme libre : forme 3" o:spid="_x0000_s1029" style="position:absolute;left:191770;top:8890;width:64135;height:65405;visibility:visible;mso-wrap-style:square;v-text-anchor:middle" coordsize="262842,268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" path="m150330,93100r,20097l169688,93680r29875,l241300,113197r3508,1640l254123,147176r8715,30252l262842,268739r-62488,l200354,159275,189151,147176r-27618,l150330,159275r,109464l87839,268739r418,-121563l88042,96985r62288,-3885xm315,93100r62487,l62802,268739r-62487,l315,93100xm12570,l51072,,62909,15093r419,35508l51072,66116r-38871,l360,50601,,14621,12570,xe" fillcolor="#5b146d" stroked="f" strokeweight="1pt">
                      <v:stroke joinstyle="miter"/>
                      <v:path arrowok="t" o:connecttype="custom" o:connectlocs="36681,22658;36681,27550;41405,22800;48695,22800;58879,27550;59735,27949;62008,35819;64134,43182;64135,65405;48888,65405;48888,38764;46154,35819;39415,35819;36681,38764;36681,65405;21433,65405;21535,35819;21483,23604;77,22658;15324,22658;15324,65405;77,65405;3067,0;12462,0;15350,3673;15452,12315;12462,16091;2977,16091;88,12315;0,3558" o:connectangles="0,0,0,0,0,0,0,0,0,0,0,0,0,0,0,0,0,0,0,0,0,0,0,0,0,0,0,0,0,0"/>
                    </v:shape>
                    <v:shape id="Forme libre : forme 4" o:spid="_x0000_s1030" style="position:absolute;left:308610;top:18415;width:73025;height:55880;visibility:visible;mso-wrap-style:square;v-text-anchor:middle" coordsize="300030,2296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" path="m117771,43920r-3997,2365l112511,48600r,121932l113774,172794r2854,1681l120981,174476r103,-1l208559,113983r1052,-2104l209611,107253r-1052,-2158l120190,44024r-2419,-104xm22088,l277938,r22092,23878l300030,43920r,130609l300030,205775r-22092,23882l22088,229657,,205775,,23878,22088,xe" fillcolor="#5b146d" stroked="f" strokeweight="1pt">
                      <v:stroke joinstyle="miter"/>
                      <v:path arrowok="t" o:connecttype="custom" o:connectlocs="28665,10687;27692,11262;27384,11825;27384,41494;27692,42044;28386,42453;29446,42453;29471,42453;50762,27734;51018,27222;51018,26097;50762,25572;29253,10712;5376,0;67648,0;73025,5810;73025,10687;73025,42466;73025,50069;67648,55880;5376,55880;0,50069;0,5810" o:connectangles="0,0,0,0,0,0,0,0,0,0,0,0,0,0,0,0,0,0,0,0,0,0,0"/>
                    </v:shape>
                    <w10:anchorlock/>
                  </v:group>
                </w:pict>
              </mc:Fallback>
            </mc:AlternateContent>
          </w:r>
        </w:p>
      </w:tc>
      <w:tc>
        <w:tcPr>
          <w:tcW w:w="2189" w:type="dxa"/>
        </w:tcPr>
        <w:p w14:paraId="35D7E3C4" w14:textId="77777777" w:rsidR="00997AA2" w:rsidRPr="000C4320" w:rsidRDefault="00997AA2" w:rsidP="0019551E">
          <w:pPr>
            <w:pStyle w:val="Pieddepage"/>
            <w:jc w:val="right"/>
            <w:cnfStyle w:val="100000000000" w:firstRow="1" w:lastRow="0" w:firstColumn="0" w:lastColumn="0" w:oddVBand="0" w:evenVBand="0" w:oddHBand="0" w:evenHBand="0" w:firstRowFirstColumn="0" w:firstRowLastColumn="0" w:lastRowFirstColumn="0" w:lastRowLastColumn="0"/>
            <w:rPr>
              <w:b/>
              <w:bCs/>
            </w:rPr>
          </w:pPr>
          <w:r w:rsidRPr="000C4320">
            <w:rPr>
              <w:bCs/>
              <w:noProof/>
            </w:rPr>
            <mc:AlternateContent>
              <mc:Choice Requires="wps">
                <w:drawing>
                  <wp:inline distT="0" distB="0" distL="0" distR="0" wp14:anchorId="1A462419" wp14:editId="0FE397CB">
                    <wp:extent cx="849630" cy="340255"/>
                    <wp:effectExtent l="0" t="0" r="7620" b="3175"/>
                    <wp:docPr id="9" name="object 9"/>
                    <wp:cNvGraphicFramePr/>
                    <a:graphic xmlns:a="http://schemas.openxmlformats.org/drawingml/2006/main">
                      <a:graphicData uri="http://schemas.microsoft.com/office/word/2010/wordprocessingShape">
                        <wps:wsp>
                          <wps:cNvSpPr/>
                          <wps:spPr>
                            <a:xfrm>
                              <a:off x="0" y="0"/>
                              <a:ext cx="849630" cy="340255"/>
                            </a:xfrm>
                            <a:prstGeom prst="rect">
                              <a:avLst/>
                            </a:prstGeom>
                            <a:blipFill>
                              <a:blip r:embed="rId2" cstate="print"/>
                              <a:stretch>
                                <a:fillRect/>
                              </a:stretch>
                            </a:blipFill>
                          </wps:spPr>
                          <wps:bodyPr wrap="square" lIns="0" tIns="0" rIns="0" bIns="0" rtlCol="0"/>
                        </wps:wsp>
                      </a:graphicData>
                    </a:graphic>
                  </wp:inline>
                </w:drawing>
              </mc:Choice>
              <mc:Fallback>
                <w:pict>
                  <v:rect w14:anchorId="4B69E1EE" id="object 9" o:spid="_x0000_s1026" style="width:66.9pt;height:26.8pt;visibility:visible;mso-wrap-style:square;mso-left-percent:-10001;mso-top-percent:-10001;mso-position-horizontal:absolute;mso-position-horizontal-relative:char;mso-position-vertical:absolute;mso-position-vertical-relative:line;mso-left-percent:-10001;mso-top-percent:-10001;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" stroked="f">
                    <v:fill r:id="rId3" o:title="" recolor="t" rotate="t" type="frame"/>
                    <v:textbox inset="0,0,0,0"/>
                    <w10:anchorlock/>
                  </v:rect>
                </w:pict>
              </mc:Fallback>
            </mc:AlternateContent>
          </w:r>
        </w:p>
      </w:tc>
    </w:tr>
  </w:tbl>
  <w:p w14:paraId="42FC32CA" w14:textId="77777777" w:rsidR="00584CD7" w:rsidRPr="00796DA8" w:rsidRDefault="00584CD7" w:rsidP="00796DA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99583" w14:textId="77777777" w:rsidR="00F45FD5" w:rsidRDefault="00F45FD5" w:rsidP="00810FF2">
      <w:r>
        <w:separator/>
      </w:r>
    </w:p>
  </w:footnote>
  <w:footnote w:type="continuationSeparator" w:id="0">
    <w:p w14:paraId="568E9412" w14:textId="77777777" w:rsidR="00F45FD5" w:rsidRDefault="00F45FD5" w:rsidP="00810F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B9BD9" w14:textId="77777777" w:rsidR="00810FF2" w:rsidRDefault="00D805BD" w:rsidP="00531682">
    <w:pPr>
      <w:pStyle w:val="En-tte"/>
      <w:ind w:left="-1701"/>
    </w:pPr>
    <w:r>
      <w:rPr>
        <w:noProof/>
      </w:rPr>
      <w:drawing>
        <wp:inline distT="0" distB="0" distL="0" distR="0" wp14:anchorId="6D291AF1" wp14:editId="5CFB894F">
          <wp:extent cx="418727" cy="335915"/>
          <wp:effectExtent l="0" t="0" r="635" b="6985"/>
          <wp:docPr id="131" name="Imag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227" t="8105" r="72322" b="60671"/>
                  <a:stretch/>
                </pic:blipFill>
                <pic:spPr bwMode="auto">
                  <a:xfrm>
                    <a:off x="0" y="0"/>
                    <a:ext cx="420102" cy="337018"/>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74B62" w14:textId="77777777" w:rsidR="00EE792D" w:rsidRDefault="00EE792D" w:rsidP="00C52D96">
    <w:pPr>
      <w:pStyle w:val="En-tte"/>
      <w:spacing w:after="480"/>
      <w:ind w:left="-1701"/>
    </w:pPr>
    <w:r>
      <w:rPr>
        <w:noProof/>
      </w:rPr>
      <w:drawing>
        <wp:inline distT="0" distB="0" distL="0" distR="0" wp14:anchorId="38CF7BFC" wp14:editId="0AD435B0">
          <wp:extent cx="1530310" cy="2002971"/>
          <wp:effectExtent l="0" t="0" r="0" b="0"/>
          <wp:docPr id="130" name="Imag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8106" b="-93676"/>
                  <a:stretch/>
                </pic:blipFill>
                <pic:spPr bwMode="auto">
                  <a:xfrm>
                    <a:off x="0" y="0"/>
                    <a:ext cx="1531236" cy="2004183"/>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69A734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1C44B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04EEE4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E6C0F5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7AE94F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128F3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1F85E2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B702F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F1A7C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40800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0A29FE"/>
    <w:multiLevelType w:val="hybridMultilevel"/>
    <w:tmpl w:val="F6C472FE"/>
    <w:lvl w:ilvl="0" w:tplc="30520584">
      <w:numFmt w:val="bullet"/>
      <w:lvlText w:val="•"/>
      <w:lvlJc w:val="left"/>
      <w:pPr>
        <w:ind w:left="1068" w:hanging="708"/>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35D277F"/>
    <w:multiLevelType w:val="hybridMultilevel"/>
    <w:tmpl w:val="4C921594"/>
    <w:lvl w:ilvl="0" w:tplc="2CAACC94">
      <w:start w:val="1"/>
      <w:numFmt w:val="bullet"/>
      <w:pStyle w:val="Puce1"/>
      <w:lvlText w:val="·"/>
      <w:lvlJc w:val="left"/>
      <w:pPr>
        <w:ind w:left="720" w:hanging="360"/>
      </w:pPr>
      <w:rPr>
        <w:rFonts w:ascii="Symbol" w:hAnsi="Symbol" w:hint="default"/>
        <w:color w:val="EA6A1D" w:themeColor="background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6035361"/>
    <w:multiLevelType w:val="hybridMultilevel"/>
    <w:tmpl w:val="A1142E0A"/>
    <w:lvl w:ilvl="0" w:tplc="973A2BEE">
      <w:start w:val="1"/>
      <w:numFmt w:val="bullet"/>
      <w:pStyle w:val="Puce2"/>
      <w:lvlText w:val="·"/>
      <w:lvlJc w:val="left"/>
      <w:pPr>
        <w:ind w:left="720" w:hanging="360"/>
      </w:pPr>
      <w:rPr>
        <w:rFonts w:ascii="Symbol" w:hAnsi="Symbol" w:hint="default"/>
        <w:color w:val="EA6A1D" w:themeColor="background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50F31C5"/>
    <w:multiLevelType w:val="multilevel"/>
    <w:tmpl w:val="3006A070"/>
    <w:lvl w:ilvl="0">
      <w:start w:val="1"/>
      <w:numFmt w:val="upperRoman"/>
      <w:pStyle w:val="Titre1"/>
      <w:lvlText w:val="%1"/>
      <w:lvlJc w:val="left"/>
      <w:pPr>
        <w:ind w:left="360" w:hanging="360"/>
      </w:pPr>
      <w:rPr>
        <w:rFonts w:hint="default"/>
      </w:rPr>
    </w:lvl>
    <w:lvl w:ilvl="1">
      <w:start w:val="1"/>
      <w:numFmt w:val="decimal"/>
      <w:pStyle w:val="Titre2"/>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4"/>
  </w:num>
  <w:num w:numId="2" w16cid:durableId="689718465">
    <w:abstractNumId w:val="8"/>
  </w:num>
  <w:num w:numId="3" w16cid:durableId="128938576">
    <w:abstractNumId w:val="3"/>
  </w:num>
  <w:num w:numId="4" w16cid:durableId="267465544">
    <w:abstractNumId w:val="2"/>
  </w:num>
  <w:num w:numId="5" w16cid:durableId="961152586">
    <w:abstractNumId w:val="1"/>
  </w:num>
  <w:num w:numId="6" w16cid:durableId="995718068">
    <w:abstractNumId w:val="0"/>
  </w:num>
  <w:num w:numId="7" w16cid:durableId="1097872285">
    <w:abstractNumId w:val="9"/>
  </w:num>
  <w:num w:numId="8" w16cid:durableId="118497532">
    <w:abstractNumId w:val="7"/>
  </w:num>
  <w:num w:numId="9" w16cid:durableId="726420380">
    <w:abstractNumId w:val="6"/>
  </w:num>
  <w:num w:numId="10" w16cid:durableId="1566450378">
    <w:abstractNumId w:val="5"/>
  </w:num>
  <w:num w:numId="11" w16cid:durableId="716585534">
    <w:abstractNumId w:val="4"/>
  </w:num>
  <w:num w:numId="12" w16cid:durableId="112212736">
    <w:abstractNumId w:val="11"/>
  </w:num>
  <w:num w:numId="13" w16cid:durableId="360546089">
    <w:abstractNumId w:val="10"/>
  </w:num>
  <w:num w:numId="14" w16cid:durableId="147792822">
    <w:abstractNumId w:val="12"/>
  </w:num>
  <w:num w:numId="15" w16cid:durableId="3384737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9F4"/>
    <w:rsid w:val="00095291"/>
    <w:rsid w:val="000C4320"/>
    <w:rsid w:val="000E2FD8"/>
    <w:rsid w:val="000F237D"/>
    <w:rsid w:val="000F3145"/>
    <w:rsid w:val="000F6259"/>
    <w:rsid w:val="00183CF7"/>
    <w:rsid w:val="0019551E"/>
    <w:rsid w:val="001A2D1F"/>
    <w:rsid w:val="001E31A3"/>
    <w:rsid w:val="00210F7B"/>
    <w:rsid w:val="00294C04"/>
    <w:rsid w:val="00302FEE"/>
    <w:rsid w:val="0032249B"/>
    <w:rsid w:val="00397D1A"/>
    <w:rsid w:val="003B5470"/>
    <w:rsid w:val="003E3019"/>
    <w:rsid w:val="004159F4"/>
    <w:rsid w:val="0041726A"/>
    <w:rsid w:val="0042462F"/>
    <w:rsid w:val="004E28DD"/>
    <w:rsid w:val="0050289B"/>
    <w:rsid w:val="00522A08"/>
    <w:rsid w:val="00531682"/>
    <w:rsid w:val="005522C0"/>
    <w:rsid w:val="00584CD7"/>
    <w:rsid w:val="0063550E"/>
    <w:rsid w:val="006F3127"/>
    <w:rsid w:val="00796DA8"/>
    <w:rsid w:val="007A2440"/>
    <w:rsid w:val="007C0499"/>
    <w:rsid w:val="007E1CD4"/>
    <w:rsid w:val="007F1B0A"/>
    <w:rsid w:val="007F7273"/>
    <w:rsid w:val="00807DEF"/>
    <w:rsid w:val="00810FF2"/>
    <w:rsid w:val="008A6AD2"/>
    <w:rsid w:val="0092729A"/>
    <w:rsid w:val="00987877"/>
    <w:rsid w:val="009910A1"/>
    <w:rsid w:val="009931FA"/>
    <w:rsid w:val="00997AA2"/>
    <w:rsid w:val="009B2873"/>
    <w:rsid w:val="009C766E"/>
    <w:rsid w:val="009D1973"/>
    <w:rsid w:val="009D231C"/>
    <w:rsid w:val="009E2FBA"/>
    <w:rsid w:val="00A25A48"/>
    <w:rsid w:val="00A7791E"/>
    <w:rsid w:val="00AA4503"/>
    <w:rsid w:val="00AD60A6"/>
    <w:rsid w:val="00B06EAB"/>
    <w:rsid w:val="00C06507"/>
    <w:rsid w:val="00C3215F"/>
    <w:rsid w:val="00C47D69"/>
    <w:rsid w:val="00C52D96"/>
    <w:rsid w:val="00C57B15"/>
    <w:rsid w:val="00C60C65"/>
    <w:rsid w:val="00C97191"/>
    <w:rsid w:val="00CA2D69"/>
    <w:rsid w:val="00D418B5"/>
    <w:rsid w:val="00D45B07"/>
    <w:rsid w:val="00D61195"/>
    <w:rsid w:val="00D805BD"/>
    <w:rsid w:val="00D906B5"/>
    <w:rsid w:val="00DA64FB"/>
    <w:rsid w:val="00DC1C1D"/>
    <w:rsid w:val="00DD5084"/>
    <w:rsid w:val="00E12261"/>
    <w:rsid w:val="00E20A8F"/>
    <w:rsid w:val="00E23B0D"/>
    <w:rsid w:val="00E50F96"/>
    <w:rsid w:val="00EE792D"/>
    <w:rsid w:val="00F13174"/>
    <w:rsid w:val="00F205C1"/>
    <w:rsid w:val="00F2568E"/>
    <w:rsid w:val="00F45FD5"/>
    <w:rsid w:val="00F64AEA"/>
    <w:rsid w:val="00FC036B"/>
    <w:rsid w:val="00FE71AA"/>
    <w:rsid w:val="00FF51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9B7D5D"/>
  <w15:chartTrackingRefBased/>
  <w15:docId w15:val="{313A8060-C39A-4DAF-A581-D7453D9CA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60A6"/>
    <w:rPr>
      <w:rFonts w:ascii="Times New Roman" w:hAnsi="Times New Roman" w:cs="Times New Roman"/>
      <w:sz w:val="24"/>
      <w:szCs w:val="24"/>
    </w:rPr>
  </w:style>
  <w:style w:type="paragraph" w:styleId="Titre1">
    <w:name w:val="heading 1"/>
    <w:basedOn w:val="Normal"/>
    <w:next w:val="Normal"/>
    <w:link w:val="Titre1Car"/>
    <w:uiPriority w:val="9"/>
    <w:qFormat/>
    <w:rsid w:val="00AD60A6"/>
    <w:pPr>
      <w:numPr>
        <w:numId w:val="15"/>
      </w:numPr>
      <w:spacing w:before="480" w:after="120"/>
      <w:ind w:left="284" w:hanging="284"/>
      <w:contextualSpacing/>
      <w:outlineLvl w:val="0"/>
    </w:pPr>
    <w:rPr>
      <w:rFonts w:asciiTheme="minorHAnsi" w:hAnsiTheme="minorHAnsi" w:cstheme="minorHAnsi"/>
      <w:b/>
      <w:bCs/>
      <w:color w:val="EA6A1D" w:themeColor="background2"/>
      <w:sz w:val="23"/>
      <w:szCs w:val="23"/>
    </w:rPr>
  </w:style>
  <w:style w:type="paragraph" w:styleId="Titre2">
    <w:name w:val="heading 2"/>
    <w:basedOn w:val="Normal"/>
    <w:next w:val="Normal"/>
    <w:link w:val="Titre2Car"/>
    <w:uiPriority w:val="9"/>
    <w:unhideWhenUsed/>
    <w:qFormat/>
    <w:rsid w:val="00AD60A6"/>
    <w:pPr>
      <w:numPr>
        <w:ilvl w:val="1"/>
        <w:numId w:val="15"/>
      </w:numPr>
      <w:spacing w:before="360" w:after="120"/>
      <w:ind w:left="284" w:hanging="284"/>
      <w:contextualSpacing/>
      <w:outlineLvl w:val="1"/>
    </w:pPr>
    <w:rPr>
      <w:rFonts w:asciiTheme="minorHAnsi" w:hAnsiTheme="minorHAnsi" w:cstheme="minorHAnsi"/>
      <w:b/>
      <w:bCs/>
      <w:sz w:val="23"/>
      <w:szCs w:val="23"/>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78287D"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link w:val="En-tteCar"/>
    <w:uiPriority w:val="99"/>
    <w:unhideWhenUsed/>
    <w:rsid w:val="00810FF2"/>
    <w:pPr>
      <w:tabs>
        <w:tab w:val="center" w:pos="4536"/>
        <w:tab w:val="right" w:pos="9072"/>
      </w:tabs>
      <w:spacing w:after="0" w:line="240" w:lineRule="auto"/>
    </w:pPr>
  </w:style>
  <w:style w:type="character" w:customStyle="1" w:styleId="En-tteCar">
    <w:name w:val="En-tête Car"/>
    <w:basedOn w:val="Policepardfaut"/>
    <w:link w:val="En-tte"/>
    <w:uiPriority w:val="99"/>
    <w:rsid w:val="00810FF2"/>
  </w:style>
  <w:style w:type="paragraph" w:styleId="Pieddepage">
    <w:name w:val="footer"/>
    <w:basedOn w:val="Normal"/>
    <w:link w:val="PieddepageCar"/>
    <w:uiPriority w:val="99"/>
    <w:unhideWhenUsed/>
    <w:rsid w:val="00796DA8"/>
    <w:pPr>
      <w:tabs>
        <w:tab w:val="center" w:pos="4536"/>
        <w:tab w:val="right" w:pos="9072"/>
      </w:tabs>
      <w:spacing w:after="0" w:line="240" w:lineRule="auto"/>
    </w:pPr>
    <w:rPr>
      <w:rFonts w:asciiTheme="minorHAnsi" w:hAnsiTheme="minorHAnsi" w:cstheme="minorHAnsi"/>
      <w:b/>
      <w:color w:val="78287D" w:themeColor="text2"/>
      <w:sz w:val="16"/>
      <w:szCs w:val="16"/>
    </w:rPr>
  </w:style>
  <w:style w:type="character" w:customStyle="1" w:styleId="PieddepageCar">
    <w:name w:val="Pied de page Car"/>
    <w:basedOn w:val="Policepardfaut"/>
    <w:link w:val="Pieddepage"/>
    <w:uiPriority w:val="99"/>
    <w:rsid w:val="00796DA8"/>
    <w:rPr>
      <w:rFonts w:cstheme="minorHAnsi"/>
      <w:b/>
      <w:color w:val="78287D" w:themeColor="text2"/>
      <w:sz w:val="16"/>
      <w:szCs w:val="16"/>
    </w:rPr>
  </w:style>
  <w:style w:type="paragraph" w:customStyle="1" w:styleId="Coordonnes">
    <w:name w:val="Coordonnées"/>
    <w:qFormat/>
    <w:rsid w:val="00810FF2"/>
    <w:pPr>
      <w:spacing w:after="120"/>
      <w:ind w:left="4111"/>
    </w:pPr>
    <w:rPr>
      <w:rFonts w:ascii="Times New Roman" w:hAnsi="Times New Roman" w:cs="Times New Roman"/>
      <w:sz w:val="24"/>
      <w:szCs w:val="24"/>
    </w:rPr>
  </w:style>
  <w:style w:type="paragraph" w:customStyle="1" w:styleId="Sous-titreDossierpresse">
    <w:name w:val="Sous-titre Dossier presse"/>
    <w:basedOn w:val="Normal"/>
    <w:qFormat/>
    <w:rsid w:val="00C47D69"/>
    <w:rPr>
      <w:rFonts w:asciiTheme="minorHAnsi" w:hAnsiTheme="minorHAnsi" w:cstheme="minorHAnsi"/>
      <w:b/>
      <w:bCs/>
      <w:color w:val="78287D" w:themeColor="text2"/>
      <w:sz w:val="32"/>
      <w:szCs w:val="32"/>
    </w:rPr>
  </w:style>
  <w:style w:type="character" w:styleId="Lienhypertexte">
    <w:name w:val="Hyperlink"/>
    <w:basedOn w:val="Policepardfaut"/>
    <w:uiPriority w:val="99"/>
    <w:unhideWhenUsed/>
    <w:rsid w:val="00997AA2"/>
    <w:rPr>
      <w:color w:val="78287D" w:themeColor="hyperlink"/>
      <w:u w:val="single"/>
    </w:rPr>
  </w:style>
  <w:style w:type="character" w:styleId="Mentionnonrsolue">
    <w:name w:val="Unresolved Mention"/>
    <w:basedOn w:val="Policepardfaut"/>
    <w:uiPriority w:val="99"/>
    <w:semiHidden/>
    <w:unhideWhenUsed/>
    <w:rsid w:val="00997AA2"/>
    <w:rPr>
      <w:color w:val="605E5C"/>
      <w:shd w:val="clear" w:color="auto" w:fill="E1DFDD"/>
    </w:rPr>
  </w:style>
  <w:style w:type="paragraph" w:customStyle="1" w:styleId="Nom-Prnom">
    <w:name w:val="Nom-Prénom"/>
    <w:qFormat/>
    <w:rsid w:val="00D906B5"/>
    <w:pPr>
      <w:spacing w:after="120"/>
    </w:pPr>
    <w:rPr>
      <w:rFonts w:cstheme="minorHAnsi"/>
      <w:b/>
      <w:bCs/>
      <w:color w:val="78287D" w:themeColor="text2"/>
    </w:rPr>
  </w:style>
  <w:style w:type="paragraph" w:customStyle="1" w:styleId="Fonction">
    <w:name w:val="Fonction"/>
    <w:qFormat/>
    <w:rsid w:val="0019551E"/>
    <w:rPr>
      <w:rFonts w:cstheme="minorHAnsi"/>
      <w:color w:val="78287D" w:themeColor="text2"/>
    </w:rPr>
  </w:style>
  <w:style w:type="paragraph" w:customStyle="1" w:styleId="Piecejointe">
    <w:name w:val="Piece jointe"/>
    <w:qFormat/>
    <w:rsid w:val="00D906B5"/>
    <w:pPr>
      <w:spacing w:after="120"/>
    </w:pPr>
    <w:rPr>
      <w:rFonts w:ascii="Times New Roman" w:hAnsi="Times New Roman" w:cs="Times New Roman"/>
      <w:b/>
      <w:bCs/>
      <w:color w:val="78287D" w:themeColor="text2"/>
      <w:sz w:val="16"/>
      <w:szCs w:val="16"/>
    </w:rPr>
  </w:style>
  <w:style w:type="paragraph" w:customStyle="1" w:styleId="Titredudocument">
    <w:name w:val="Titre du document"/>
    <w:qFormat/>
    <w:rsid w:val="00DC1C1D"/>
    <w:pPr>
      <w:spacing w:after="120" w:line="192" w:lineRule="auto"/>
    </w:pPr>
    <w:rPr>
      <w:rFonts w:cstheme="minorHAnsi"/>
      <w:color w:val="EA6A1D" w:themeColor="background2"/>
      <w:sz w:val="104"/>
      <w:szCs w:val="104"/>
    </w:rPr>
  </w:style>
  <w:style w:type="paragraph" w:customStyle="1" w:styleId="Titredossierpresse">
    <w:name w:val="Titre dossier presse"/>
    <w:basedOn w:val="Titredudocument"/>
    <w:qFormat/>
    <w:rsid w:val="00DC1C1D"/>
    <w:pPr>
      <w:spacing w:after="0"/>
    </w:pPr>
    <w:rPr>
      <w:b/>
      <w:bCs/>
      <w:color w:val="78287D" w:themeColor="text2"/>
      <w:sz w:val="50"/>
      <w:szCs w:val="50"/>
    </w:rPr>
  </w:style>
  <w:style w:type="paragraph" w:customStyle="1" w:styleId="Introduction">
    <w:name w:val="Introduction"/>
    <w:qFormat/>
    <w:rsid w:val="000F6259"/>
    <w:rPr>
      <w:rFonts w:ascii="Times New Roman" w:hAnsi="Times New Roman" w:cs="Times New Roman"/>
      <w:b/>
      <w:bCs/>
      <w:sz w:val="24"/>
      <w:szCs w:val="24"/>
    </w:rPr>
  </w:style>
  <w:style w:type="paragraph" w:customStyle="1" w:styleId="Intertitre">
    <w:name w:val="Intertitre"/>
    <w:qFormat/>
    <w:rsid w:val="00C3215F"/>
    <w:pPr>
      <w:spacing w:before="360" w:after="0"/>
    </w:pPr>
    <w:rPr>
      <w:rFonts w:cstheme="minorHAnsi"/>
      <w:b/>
      <w:bCs/>
      <w:color w:val="EA6A1D" w:themeColor="background2"/>
      <w:sz w:val="23"/>
      <w:szCs w:val="23"/>
    </w:rPr>
  </w:style>
  <w:style w:type="paragraph" w:styleId="Notedebasdepage">
    <w:name w:val="footnote text"/>
    <w:basedOn w:val="Normal"/>
    <w:link w:val="NotedebasdepageCar"/>
    <w:uiPriority w:val="99"/>
    <w:semiHidden/>
    <w:unhideWhenUsed/>
    <w:rsid w:val="00C3215F"/>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3215F"/>
    <w:rPr>
      <w:rFonts w:ascii="Times New Roman" w:hAnsi="Times New Roman" w:cs="Times New Roman"/>
      <w:sz w:val="20"/>
      <w:szCs w:val="20"/>
    </w:rPr>
  </w:style>
  <w:style w:type="character" w:styleId="Appelnotedebasdep">
    <w:name w:val="footnote reference"/>
    <w:basedOn w:val="Policepardfaut"/>
    <w:uiPriority w:val="99"/>
    <w:semiHidden/>
    <w:unhideWhenUsed/>
    <w:rsid w:val="00C3215F"/>
    <w:rPr>
      <w:vertAlign w:val="superscript"/>
    </w:rPr>
  </w:style>
  <w:style w:type="paragraph" w:customStyle="1" w:styleId="Numronotemarge">
    <w:name w:val="Numéro note marge"/>
    <w:basedOn w:val="Lieudate"/>
    <w:link w:val="NumronotemargeCar"/>
    <w:qFormat/>
    <w:rsid w:val="00E23B0D"/>
    <w:rPr>
      <w:color w:val="EA6A1D" w:themeColor="background2"/>
    </w:rPr>
  </w:style>
  <w:style w:type="character" w:customStyle="1" w:styleId="NumronotemargeCar">
    <w:name w:val="Numéro note marge Car"/>
    <w:basedOn w:val="Policepardfaut"/>
    <w:link w:val="Numronotemarge"/>
    <w:rsid w:val="00E23B0D"/>
    <w:rPr>
      <w:rFonts w:ascii="Times New Roman" w:hAnsi="Times New Roman" w:cs="Times New Roman"/>
      <w:color w:val="EA6A1D" w:themeColor="background2"/>
      <w:sz w:val="18"/>
      <w:szCs w:val="18"/>
    </w:rPr>
  </w:style>
  <w:style w:type="paragraph" w:customStyle="1" w:styleId="Lieudate">
    <w:name w:val="Lieu date"/>
    <w:link w:val="LieudateCar"/>
    <w:qFormat/>
    <w:rsid w:val="000F237D"/>
    <w:rPr>
      <w:rFonts w:ascii="Times New Roman" w:hAnsi="Times New Roman" w:cs="Times New Roman"/>
      <w:color w:val="000000" w:themeColor="text1"/>
      <w:sz w:val="18"/>
      <w:szCs w:val="18"/>
    </w:rPr>
  </w:style>
  <w:style w:type="character" w:customStyle="1" w:styleId="LieudateCar">
    <w:name w:val="Lieu date Car"/>
    <w:basedOn w:val="Policepardfaut"/>
    <w:link w:val="Lieudate"/>
    <w:rsid w:val="00E23B0D"/>
    <w:rPr>
      <w:rFonts w:ascii="Times New Roman" w:hAnsi="Times New Roman" w:cs="Times New Roman"/>
      <w:color w:val="000000" w:themeColor="text1"/>
      <w:sz w:val="18"/>
      <w:szCs w:val="18"/>
    </w:rPr>
  </w:style>
  <w:style w:type="character" w:customStyle="1" w:styleId="Titre1Car">
    <w:name w:val="Titre 1 Car"/>
    <w:basedOn w:val="Policepardfaut"/>
    <w:link w:val="Titre1"/>
    <w:uiPriority w:val="9"/>
    <w:rsid w:val="00E50F96"/>
    <w:rPr>
      <w:rFonts w:cstheme="minorHAnsi"/>
      <w:b/>
      <w:bCs/>
      <w:color w:val="EA6A1D" w:themeColor="background2"/>
      <w:sz w:val="23"/>
      <w:szCs w:val="23"/>
    </w:rPr>
  </w:style>
  <w:style w:type="paragraph" w:customStyle="1" w:styleId="Puce1">
    <w:name w:val="Puce 1"/>
    <w:qFormat/>
    <w:rsid w:val="00E23B0D"/>
    <w:pPr>
      <w:numPr>
        <w:numId w:val="12"/>
      </w:numPr>
      <w:ind w:left="284" w:hanging="284"/>
      <w:contextualSpacing/>
    </w:pPr>
    <w:rPr>
      <w:rFonts w:ascii="Times New Roman" w:hAnsi="Times New Roman" w:cs="Times New Roman"/>
      <w:sz w:val="24"/>
      <w:szCs w:val="24"/>
      <w:lang w:val="en-GB"/>
    </w:rPr>
  </w:style>
  <w:style w:type="paragraph" w:customStyle="1" w:styleId="Puce2">
    <w:name w:val="Puce 2"/>
    <w:qFormat/>
    <w:rsid w:val="00E23B0D"/>
    <w:pPr>
      <w:numPr>
        <w:numId w:val="14"/>
      </w:numPr>
      <w:ind w:left="567" w:hanging="283"/>
    </w:pPr>
    <w:rPr>
      <w:rFonts w:ascii="Times New Roman" w:hAnsi="Times New Roman" w:cs="Times New Roman"/>
      <w:sz w:val="24"/>
      <w:szCs w:val="24"/>
    </w:rPr>
  </w:style>
  <w:style w:type="paragraph" w:styleId="En-ttedetabledesmatires">
    <w:name w:val="TOC Heading"/>
    <w:basedOn w:val="Titre1"/>
    <w:next w:val="Normal"/>
    <w:uiPriority w:val="39"/>
    <w:unhideWhenUsed/>
    <w:qFormat/>
    <w:rsid w:val="00CA2D69"/>
    <w:pPr>
      <w:numPr>
        <w:numId w:val="0"/>
      </w:numPr>
      <w:outlineLvl w:val="9"/>
    </w:pPr>
    <w:rPr>
      <w:color w:val="78287D" w:themeColor="text2"/>
      <w:lang w:eastAsia="fr-FR"/>
    </w:rPr>
  </w:style>
  <w:style w:type="character" w:customStyle="1" w:styleId="Titre2Car">
    <w:name w:val="Titre 2 Car"/>
    <w:basedOn w:val="Policepardfaut"/>
    <w:link w:val="Titre2"/>
    <w:uiPriority w:val="9"/>
    <w:rsid w:val="007E1CD4"/>
    <w:rPr>
      <w:rFonts w:cstheme="minorHAnsi"/>
      <w:b/>
      <w:bCs/>
      <w:sz w:val="23"/>
      <w:szCs w:val="23"/>
    </w:rPr>
  </w:style>
  <w:style w:type="paragraph" w:styleId="TM1">
    <w:name w:val="toc 1"/>
    <w:basedOn w:val="Normal"/>
    <w:next w:val="Normal"/>
    <w:autoRedefine/>
    <w:uiPriority w:val="39"/>
    <w:unhideWhenUsed/>
    <w:rsid w:val="00E50F96"/>
    <w:pPr>
      <w:tabs>
        <w:tab w:val="left" w:pos="440"/>
        <w:tab w:val="right" w:leader="dot" w:pos="8494"/>
      </w:tabs>
      <w:spacing w:after="0"/>
      <w:contextualSpacing/>
    </w:pPr>
    <w:rPr>
      <w:rFonts w:asciiTheme="minorHAnsi" w:hAnsiTheme="minorHAnsi" w:cstheme="minorHAnsi"/>
      <w:b/>
      <w:bCs/>
      <w:noProof/>
      <w:color w:val="EA6A1D" w:themeColor="background2"/>
      <w:sz w:val="23"/>
      <w:szCs w:val="23"/>
    </w:rPr>
  </w:style>
  <w:style w:type="paragraph" w:styleId="TM2">
    <w:name w:val="toc 2"/>
    <w:basedOn w:val="Normal"/>
    <w:next w:val="Normal"/>
    <w:autoRedefine/>
    <w:uiPriority w:val="39"/>
    <w:unhideWhenUsed/>
    <w:rsid w:val="00C60C65"/>
    <w:pPr>
      <w:tabs>
        <w:tab w:val="left" w:pos="426"/>
        <w:tab w:val="right" w:leader="dot" w:pos="8494"/>
      </w:tabs>
      <w:spacing w:after="120"/>
      <w:contextualSpacing/>
    </w:pPr>
    <w:rPr>
      <w:rFonts w:asciiTheme="minorHAnsi" w:hAnsiTheme="minorHAnsi" w:cstheme="minorHAnsi"/>
      <w:b/>
      <w:bCs/>
      <w:noProof/>
      <w:sz w:val="23"/>
      <w:szCs w:val="23"/>
    </w:rPr>
  </w:style>
  <w:style w:type="paragraph" w:styleId="Lgende">
    <w:name w:val="caption"/>
    <w:basedOn w:val="Normal"/>
    <w:next w:val="Normal"/>
    <w:uiPriority w:val="35"/>
    <w:unhideWhenUsed/>
    <w:qFormat/>
    <w:rsid w:val="00FE71AA"/>
    <w:rPr>
      <w:rFonts w:asciiTheme="minorHAnsi" w:hAnsiTheme="minorHAnsi" w:cstheme="minorHAnsi"/>
      <w:i/>
      <w:iCs/>
      <w:color w:val="78287D" w:themeColor="text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hyperlink" Target="http://www.agefiph.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ropbox\ADTATUM-CLIENTS\Chevara\Agefiph2023\MODELE_AGEFIPH_WORD_DOSSIER%20PRESSE_20230126.dotx"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barChart>
        <c:barDir val="col"/>
        <c:grouping val="clustered"/>
        <c:varyColors val="0"/>
        <c:ser>
          <c:idx val="0"/>
          <c:order val="0"/>
          <c:tx>
            <c:strRef>
              <c:f>Feuil1!$B$1</c:f>
              <c:strCache>
                <c:ptCount val="1"/>
                <c:pt idx="0">
                  <c:v>Série 1</c:v>
                </c:pt>
              </c:strCache>
            </c:strRef>
          </c:tx>
          <c:spPr>
            <a:solidFill>
              <a:schemeClr val="tx2"/>
            </a:solidFill>
            <a:ln>
              <a:noFill/>
            </a:ln>
            <a:effectLst/>
          </c:spPr>
          <c:invertIfNegative val="0"/>
          <c:cat>
            <c:strRef>
              <c:f>Feuil1!$A$2:$A$5</c:f>
              <c:strCache>
                <c:ptCount val="4"/>
                <c:pt idx="0">
                  <c:v>Catégorie 1</c:v>
                </c:pt>
                <c:pt idx="1">
                  <c:v>Catégorie 2</c:v>
                </c:pt>
                <c:pt idx="2">
                  <c:v>Catégorie 3</c:v>
                </c:pt>
                <c:pt idx="3">
                  <c:v>Catégorie 4</c:v>
                </c:pt>
              </c:strCache>
            </c:strRef>
          </c:cat>
          <c:val>
            <c:numRef>
              <c:f>Feuil1!$B$2:$B$5</c:f>
              <c:numCache>
                <c:formatCode>General</c:formatCode>
                <c:ptCount val="4"/>
                <c:pt idx="0">
                  <c:v>4.3</c:v>
                </c:pt>
                <c:pt idx="1">
                  <c:v>2.5</c:v>
                </c:pt>
                <c:pt idx="2">
                  <c:v>3.5</c:v>
                </c:pt>
                <c:pt idx="3">
                  <c:v>4.5</c:v>
                </c:pt>
              </c:numCache>
            </c:numRef>
          </c:val>
          <c:extLst>
            <c:ext xmlns:c16="http://schemas.microsoft.com/office/drawing/2014/chart" uri="{C3380CC4-5D6E-409C-BE32-E72D297353CC}">
              <c16:uniqueId val="{00000000-25FF-4B05-987E-7C0F42792351}"/>
            </c:ext>
          </c:extLst>
        </c:ser>
        <c:ser>
          <c:idx val="1"/>
          <c:order val="1"/>
          <c:tx>
            <c:strRef>
              <c:f>Feuil1!$C$1</c:f>
              <c:strCache>
                <c:ptCount val="1"/>
                <c:pt idx="0">
                  <c:v>Série 2</c:v>
                </c:pt>
              </c:strCache>
            </c:strRef>
          </c:tx>
          <c:spPr>
            <a:solidFill>
              <a:schemeClr val="accent2"/>
            </a:solidFill>
            <a:ln>
              <a:noFill/>
            </a:ln>
            <a:effectLst/>
          </c:spPr>
          <c:invertIfNegative val="0"/>
          <c:cat>
            <c:strRef>
              <c:f>Feuil1!$A$2:$A$5</c:f>
              <c:strCache>
                <c:ptCount val="4"/>
                <c:pt idx="0">
                  <c:v>Catégorie 1</c:v>
                </c:pt>
                <c:pt idx="1">
                  <c:v>Catégorie 2</c:v>
                </c:pt>
                <c:pt idx="2">
                  <c:v>Catégorie 3</c:v>
                </c:pt>
                <c:pt idx="3">
                  <c:v>Catégorie 4</c:v>
                </c:pt>
              </c:strCache>
            </c:strRef>
          </c:cat>
          <c:val>
            <c:numRef>
              <c:f>Feuil1!$C$2:$C$5</c:f>
              <c:numCache>
                <c:formatCode>General</c:formatCode>
                <c:ptCount val="4"/>
                <c:pt idx="0">
                  <c:v>2.4</c:v>
                </c:pt>
                <c:pt idx="1">
                  <c:v>4.4000000000000004</c:v>
                </c:pt>
                <c:pt idx="2">
                  <c:v>1.8</c:v>
                </c:pt>
                <c:pt idx="3">
                  <c:v>2.8</c:v>
                </c:pt>
              </c:numCache>
            </c:numRef>
          </c:val>
          <c:extLst>
            <c:ext xmlns:c16="http://schemas.microsoft.com/office/drawing/2014/chart" uri="{C3380CC4-5D6E-409C-BE32-E72D297353CC}">
              <c16:uniqueId val="{00000001-25FF-4B05-987E-7C0F42792351}"/>
            </c:ext>
          </c:extLst>
        </c:ser>
        <c:ser>
          <c:idx val="2"/>
          <c:order val="2"/>
          <c:tx>
            <c:strRef>
              <c:f>Feuil1!$D$1</c:f>
              <c:strCache>
                <c:ptCount val="1"/>
                <c:pt idx="0">
                  <c:v>Série 3</c:v>
                </c:pt>
              </c:strCache>
            </c:strRef>
          </c:tx>
          <c:spPr>
            <a:solidFill>
              <a:schemeClr val="accent3"/>
            </a:solidFill>
            <a:ln>
              <a:noFill/>
            </a:ln>
            <a:effectLst/>
          </c:spPr>
          <c:invertIfNegative val="0"/>
          <c:cat>
            <c:strRef>
              <c:f>Feuil1!$A$2:$A$5</c:f>
              <c:strCache>
                <c:ptCount val="4"/>
                <c:pt idx="0">
                  <c:v>Catégorie 1</c:v>
                </c:pt>
                <c:pt idx="1">
                  <c:v>Catégorie 2</c:v>
                </c:pt>
                <c:pt idx="2">
                  <c:v>Catégorie 3</c:v>
                </c:pt>
                <c:pt idx="3">
                  <c:v>Catégorie 4</c:v>
                </c:pt>
              </c:strCache>
            </c:strRef>
          </c:cat>
          <c:val>
            <c:numRef>
              <c:f>Feuil1!$D$2:$D$5</c:f>
              <c:numCache>
                <c:formatCode>General</c:formatCode>
                <c:ptCount val="4"/>
                <c:pt idx="0">
                  <c:v>2</c:v>
                </c:pt>
                <c:pt idx="1">
                  <c:v>2</c:v>
                </c:pt>
                <c:pt idx="2">
                  <c:v>3</c:v>
                </c:pt>
                <c:pt idx="3">
                  <c:v>5</c:v>
                </c:pt>
              </c:numCache>
            </c:numRef>
          </c:val>
          <c:extLst>
            <c:ext xmlns:c16="http://schemas.microsoft.com/office/drawing/2014/chart" uri="{C3380CC4-5D6E-409C-BE32-E72D297353CC}">
              <c16:uniqueId val="{00000002-25FF-4B05-987E-7C0F42792351}"/>
            </c:ext>
          </c:extLst>
        </c:ser>
        <c:dLbls>
          <c:showLegendKey val="0"/>
          <c:showVal val="0"/>
          <c:showCatName val="0"/>
          <c:showSerName val="0"/>
          <c:showPercent val="0"/>
          <c:showBubbleSize val="0"/>
        </c:dLbls>
        <c:gapWidth val="219"/>
        <c:overlap val="-27"/>
        <c:axId val="2119325888"/>
        <c:axId val="2119322144"/>
      </c:barChart>
      <c:catAx>
        <c:axId val="21193258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119322144"/>
        <c:crosses val="autoZero"/>
        <c:auto val="1"/>
        <c:lblAlgn val="ctr"/>
        <c:lblOffset val="100"/>
        <c:noMultiLvlLbl val="0"/>
      </c:catAx>
      <c:valAx>
        <c:axId val="21193221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1193258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lumMod val="95000"/>
      </a:schemeClr>
    </a:solidFill>
    <a:ln w="9525" cap="flat" cmpd="sng" algn="ctr">
      <a:no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AGEFIPH">
      <a:dk1>
        <a:sysClr val="windowText" lastClr="000000"/>
      </a:dk1>
      <a:lt1>
        <a:sysClr val="window" lastClr="FFFFFF"/>
      </a:lt1>
      <a:dk2>
        <a:srgbClr val="78287D"/>
      </a:dk2>
      <a:lt2>
        <a:srgbClr val="EA6A1D"/>
      </a:lt2>
      <a:accent1>
        <a:srgbClr val="E4193C"/>
      </a:accent1>
      <a:accent2>
        <a:srgbClr val="FFDC5E"/>
      </a:accent2>
      <a:accent3>
        <a:srgbClr val="82D3FF"/>
      </a:accent3>
      <a:accent4>
        <a:srgbClr val="0056A4"/>
      </a:accent4>
      <a:accent5>
        <a:srgbClr val="99CC33"/>
      </a:accent5>
      <a:accent6>
        <a:srgbClr val="00A9A9"/>
      </a:accent6>
      <a:hlink>
        <a:srgbClr val="78287D"/>
      </a:hlink>
      <a:folHlink>
        <a:srgbClr val="EA6A1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37C30-41E1-4C91-9668-173B18CEA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MODELE_AGEFIPH_WORD_DOSSIER PRESSE_20230126</Template>
  <TotalTime>1</TotalTime>
  <Pages>5</Pages>
  <Words>892</Words>
  <Characters>4912</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Romain Canonge</dc:creator>
  <cp:keywords/>
  <dc:description/>
  <cp:lastModifiedBy>Romain Canonge</cp:lastModifiedBy>
  <cp:revision>2</cp:revision>
  <cp:lastPrinted>2023-01-26T09:57:00Z</cp:lastPrinted>
  <dcterms:created xsi:type="dcterms:W3CDTF">2023-01-26T09:56:00Z</dcterms:created>
  <dcterms:modified xsi:type="dcterms:W3CDTF">2023-01-26T09:57:00Z</dcterms:modified>
</cp:coreProperties>
</file>