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FCDED" w14:textId="77777777" w:rsidR="00AA4503" w:rsidRPr="00810FF2" w:rsidRDefault="00AA4503" w:rsidP="00810FF2">
      <w:pPr>
        <w:pStyle w:val="Coordonnes"/>
      </w:pPr>
      <w:r w:rsidRPr="00810FF2">
        <w:t>Prénom Nom</w:t>
      </w:r>
    </w:p>
    <w:p w14:paraId="318BD85D" w14:textId="77777777" w:rsidR="00AA4503" w:rsidRPr="00810FF2" w:rsidRDefault="00AA4503" w:rsidP="00810FF2">
      <w:pPr>
        <w:pStyle w:val="Coordonnes"/>
      </w:pPr>
      <w:r w:rsidRPr="00810FF2">
        <w:t>Fonction</w:t>
      </w:r>
    </w:p>
    <w:p w14:paraId="5CF82467" w14:textId="77777777" w:rsidR="00AA4503" w:rsidRPr="00810FF2" w:rsidRDefault="00AA4503" w:rsidP="00810FF2">
      <w:pPr>
        <w:pStyle w:val="Coordonnes"/>
      </w:pPr>
      <w:r w:rsidRPr="00810FF2">
        <w:t>Adresse</w:t>
      </w:r>
    </w:p>
    <w:p w14:paraId="36995B3C" w14:textId="77777777" w:rsidR="00522A08" w:rsidRPr="00810FF2" w:rsidRDefault="00AA4503" w:rsidP="00810FF2">
      <w:pPr>
        <w:pStyle w:val="Coordonnes"/>
      </w:pPr>
      <w:r w:rsidRPr="00810FF2">
        <w:t>Code postal Ville</w:t>
      </w:r>
    </w:p>
    <w:p w14:paraId="344DE224" w14:textId="77777777" w:rsidR="00AA4503" w:rsidRDefault="00AA4503" w:rsidP="00810FF2"/>
    <w:p w14:paraId="2AE954A6" w14:textId="77777777" w:rsidR="00AA4503" w:rsidRDefault="00AA4503" w:rsidP="00810FF2"/>
    <w:tbl>
      <w:tblPr>
        <w:tblStyle w:val="TABRA-2019"/>
        <w:tblpPr w:leftFromText="141" w:rightFromText="141" w:vertAnchor="text" w:horzAnchor="page" w:tblpX="689" w:tblpY="1"/>
        <w:tblW w:w="0" w:type="auto"/>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418"/>
      </w:tblGrid>
      <w:tr w:rsidR="00425484" w:rsidRPr="00D418B5" w14:paraId="0BE6B4A3" w14:textId="77777777" w:rsidTr="00425484">
        <w:trPr>
          <w:cnfStyle w:val="100000000000" w:firstRow="1" w:lastRow="0" w:firstColumn="0" w:lastColumn="0" w:oddVBand="0" w:evenVBand="0" w:oddHBand="0"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1418" w:type="dxa"/>
          </w:tcPr>
          <w:p w14:paraId="5461286A" w14:textId="77777777" w:rsidR="00425484" w:rsidRPr="00D418B5" w:rsidRDefault="00425484" w:rsidP="00425484">
            <w:pPr>
              <w:pStyle w:val="Objet"/>
              <w:rPr>
                <w:b w:val="0"/>
                <w:bCs/>
                <w:color w:val="000000" w:themeColor="text1"/>
              </w:rPr>
            </w:pPr>
            <w:r w:rsidRPr="00D418B5">
              <w:rPr>
                <w:b w:val="0"/>
                <w:bCs/>
                <w:color w:val="000000" w:themeColor="text1"/>
              </w:rPr>
              <w:t>Lieu</w:t>
            </w:r>
          </w:p>
          <w:p w14:paraId="2E58489F" w14:textId="77777777" w:rsidR="00425484" w:rsidRPr="00D418B5" w:rsidRDefault="00425484" w:rsidP="00425484">
            <w:pPr>
              <w:pStyle w:val="Objet"/>
              <w:rPr>
                <w:b w:val="0"/>
                <w:bCs/>
                <w:color w:val="000000" w:themeColor="text1"/>
              </w:rPr>
            </w:pPr>
            <w:r w:rsidRPr="00D418B5">
              <w:rPr>
                <w:b w:val="0"/>
                <w:bCs/>
                <w:color w:val="000000" w:themeColor="text1"/>
              </w:rPr>
              <w:t>L</w:t>
            </w:r>
            <w:r>
              <w:rPr>
                <w:b w:val="0"/>
                <w:bCs/>
                <w:color w:val="000000" w:themeColor="text1"/>
              </w:rPr>
              <w:t>e</w:t>
            </w:r>
            <w:r w:rsidRPr="00D418B5">
              <w:rPr>
                <w:b w:val="0"/>
                <w:bCs/>
                <w:color w:val="000000" w:themeColor="text1"/>
              </w:rPr>
              <w:t xml:space="preserve"> date</w:t>
            </w:r>
          </w:p>
        </w:tc>
      </w:tr>
    </w:tbl>
    <w:p w14:paraId="2CAC7F86" w14:textId="77777777" w:rsidR="00D61195" w:rsidRPr="00810FF2" w:rsidRDefault="00AA4503" w:rsidP="00810FF2">
      <w:pPr>
        <w:pStyle w:val="Objet"/>
      </w:pPr>
      <w:r w:rsidRPr="00183CF7">
        <w:rPr>
          <w:b/>
          <w:bCs/>
        </w:rPr>
        <w:t>Objet :</w:t>
      </w:r>
      <w:r w:rsidRPr="00810FF2">
        <w:t xml:space="preserve"> Atecum reicien iendigendit perum harumquas in eosam, odis iusandeles acerspera pore niscien istioss imincto tatiis nectatus, ommolores aut dolecto tatemperati con nobis cuptiandit, coressint faccum rest offictur aliquis diore nis et doluptis ratis.</w:t>
      </w:r>
    </w:p>
    <w:p w14:paraId="70A4F4E5" w14:textId="77777777" w:rsidR="00AA4503" w:rsidRDefault="00AA4503" w:rsidP="00810FF2"/>
    <w:p w14:paraId="0353DE65" w14:textId="77777777" w:rsidR="0042462F" w:rsidRPr="00810FF2" w:rsidRDefault="0042462F" w:rsidP="00810FF2">
      <w:r w:rsidRPr="00810FF2">
        <w:t>Monsieur,</w:t>
      </w:r>
    </w:p>
    <w:p w14:paraId="43877D11" w14:textId="77777777" w:rsidR="0042462F" w:rsidRPr="00810FF2" w:rsidRDefault="0042462F" w:rsidP="00810FF2">
      <w:r w:rsidRPr="00810FF2">
        <w:t xml:space="preserve">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 Upis invent harcia non reptibusa voluptatent. Ficias dolores asperita eaquam dollorem aliquunt di corae comnim re vendus ventum is nihiliquam, simin conseque aris auta dolorpo rerunto ea in nestia quid eatus que dolorum excerferro que int fugia si ulpa nempore molori doluptate atatquia apicturiam, con rerovitatur, volorib usdaectur ? </w:t>
      </w:r>
    </w:p>
    <w:p w14:paraId="3FD5CDBE" w14:textId="77777777" w:rsidR="00AA4503" w:rsidRPr="00810FF2" w:rsidRDefault="0042462F" w:rsidP="00810FF2">
      <w:r w:rsidRPr="00810FF2">
        <w:t>Harum quid ut magnia doloremporro corum dolorecto volore, odipsap errorpor modis doloreperum nus simposto que delloremped quas cus. Im venis et ellupta tatus. Ficiis aute voluptas ea perum ne dolorep udipis et officae in con eatio. Et paritiunt vidipsunti inctat. Ebit dolorer spidici lleseque nis estias intoreped quiducienit es esti nonsequatem cullest etusaeptat omni cus. Atecum reicien iendigendit perum harumquas in eosam, odis iusandeles acerspera pore niscien istioss imincto tatiis nectatus, ommolores aut dolecto tatemperati con nobis cuptiandit, coressint faccum rest offictur aliquis diore nis et doluptis ratis qui doluptur maximus, qui volorib usandel illiquis de et, seditae rchicim agnatur seribus as as di derum que ped minulparum expelit faccae nulla qui ipsum nonse eturitatur si is ipsande ssimporest adis nate vidunt quassin eos andipis mollectias sin prem dolore ea con plaut quam fugia dia dolecab ius.</w:t>
      </w:r>
    </w:p>
    <w:p w14:paraId="0842D755" w14:textId="77777777" w:rsidR="00531682" w:rsidRDefault="00531682" w:rsidP="00531682">
      <w:r w:rsidRPr="00531682">
        <w:rPr>
          <w:lang w:val="en-GB"/>
        </w:rPr>
        <w:t xml:space="preserve">Mauris commodo dolor at bibendum maximus. </w:t>
      </w:r>
      <w:r>
        <w:t xml:space="preserve">Nullam ultrices facilisis tempor. Duis fringilla sagittis consequat. Suspendisse ut est finibus, condimentum sapien quis, </w:t>
      </w:r>
      <w:r>
        <w:lastRenderedPageBreak/>
        <w:t xml:space="preserve">suscipit eros. Pellentesque pharetra mi quis risus semper lacinia. Nullam egestas tincidunt est, nec pulvinar erat feugiat nec. Ut sapien augue, viverra malesuada porta nec, euismod sit amet neque. </w:t>
      </w:r>
      <w:r w:rsidRPr="00531682">
        <w:rPr>
          <w:lang w:val="en-GB"/>
        </w:rPr>
        <w:t xml:space="preserve">Vestibulum sed quam nec risus porta ullamcorper id vel justo. </w:t>
      </w:r>
      <w:r>
        <w:t>Cras vitae ultricies tellus. Nam pharetra mi rhoncus est aliquam tempor. Nunc tincidunt dolor dui, non porta tellus tristique nec. In augue ex, imperdiet eget scelerisque in, consectetur ut odio. Nulla facilisi. Sed volutpat nibh sit amet nunc tincidunt, sit amet vulputate magna pulvinar.</w:t>
      </w:r>
    </w:p>
    <w:p w14:paraId="074B7B2D" w14:textId="77777777" w:rsidR="00531682" w:rsidRDefault="00531682" w:rsidP="00531682">
      <w:r>
        <w:t>Nam pharetra, sem eu vulputate scelerisque, sem libero iaculis odio, in consequat arcu turpis viverra felis. Integer dolor ex, rutrum in risus eu, scelerisque accumsan odio. Pellentesque luctus egestas ex, tristique eleifend sem dignissim et. Duis maximus urna at urna consectetur euismod. In hac habitasse platea dictumst. Donec rhoncus, lectus quis efficitur aliquam, sem ante sollicitudin augue, ac imperdiet orci justo vitae ligula. Fusce pulvinar scelerisque convallis. Nullam id sem sem. Orci varius natoque penatibus et magnis dis parturient montes, nascetur ridiculus mus. Pellentesque quis sem eget sapien dictum maximus. Vestibulum ante ipsum primis in faucibus orci luctus et ultrices posuere cubilia Curae.</w:t>
      </w:r>
    </w:p>
    <w:p w14:paraId="75C10FA9" w14:textId="77777777" w:rsidR="00531682" w:rsidRDefault="00531682" w:rsidP="00531682"/>
    <w:p w14:paraId="0A82CDF2" w14:textId="77777777" w:rsidR="00531682" w:rsidRPr="00D906B5" w:rsidRDefault="00531682" w:rsidP="00D906B5">
      <w:pPr>
        <w:pStyle w:val="Nom-Prnom"/>
      </w:pPr>
      <w:r w:rsidRPr="00D906B5">
        <w:t>Nom Prénom</w:t>
      </w:r>
    </w:p>
    <w:p w14:paraId="572360A7" w14:textId="77777777" w:rsidR="00531682" w:rsidRPr="0019551E" w:rsidRDefault="00531682" w:rsidP="00D906B5">
      <w:pPr>
        <w:pStyle w:val="Fonction"/>
        <w:spacing w:after="120"/>
      </w:pPr>
      <w:r w:rsidRPr="0019551E">
        <w:t>Fonction</w:t>
      </w:r>
    </w:p>
    <w:p w14:paraId="033FD92A" w14:textId="77777777" w:rsidR="00531682" w:rsidRDefault="00531682" w:rsidP="00531682"/>
    <w:p w14:paraId="437AC25A" w14:textId="77777777" w:rsidR="00531682" w:rsidRDefault="00531682" w:rsidP="00531682"/>
    <w:p w14:paraId="577EC2F9" w14:textId="77777777" w:rsidR="00531682" w:rsidRPr="00D906B5" w:rsidRDefault="00531682" w:rsidP="00D906B5">
      <w:pPr>
        <w:pStyle w:val="Piecejointe"/>
      </w:pPr>
      <w:r w:rsidRPr="00D906B5">
        <w:t>Copies : Texte</w:t>
      </w:r>
    </w:p>
    <w:p w14:paraId="350AB7DA" w14:textId="77777777" w:rsidR="00531682" w:rsidRPr="00D906B5" w:rsidRDefault="00531682" w:rsidP="00D906B5">
      <w:pPr>
        <w:pStyle w:val="Piecejointe"/>
      </w:pPr>
      <w:r w:rsidRPr="00D906B5">
        <w:t>1 P.J. : Texte</w:t>
      </w:r>
    </w:p>
    <w:p w14:paraId="773C0786" w14:textId="77777777" w:rsidR="00531682" w:rsidRDefault="00531682" w:rsidP="00531682"/>
    <w:p w14:paraId="54F99E02" w14:textId="77777777" w:rsidR="00AA4503" w:rsidRDefault="00AA4503" w:rsidP="00810FF2"/>
    <w:p w14:paraId="072F9629" w14:textId="77777777" w:rsidR="00095291" w:rsidRDefault="00095291" w:rsidP="00810FF2"/>
    <w:p w14:paraId="47A057CB" w14:textId="77777777" w:rsidR="00095291" w:rsidRDefault="00095291" w:rsidP="00810FF2"/>
    <w:p w14:paraId="6D54E9B9" w14:textId="77777777" w:rsidR="00095291" w:rsidRDefault="00095291" w:rsidP="00810FF2"/>
    <w:p w14:paraId="6D975C62" w14:textId="77777777" w:rsidR="00095291" w:rsidRDefault="00095291" w:rsidP="00810FF2"/>
    <w:p w14:paraId="62C0174E" w14:textId="77777777" w:rsidR="00095291" w:rsidRDefault="00095291" w:rsidP="00810FF2"/>
    <w:sectPr w:rsidR="00095291" w:rsidSect="0019551E">
      <w:headerReference w:type="default" r:id="rId7"/>
      <w:footerReference w:type="default" r:id="rId8"/>
      <w:headerReference w:type="first" r:id="rId9"/>
      <w:footerReference w:type="first" r:id="rId10"/>
      <w:pgSz w:w="11906" w:h="16838"/>
      <w:pgMar w:top="1559" w:right="1134" w:bottom="2268" w:left="226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94B0F" w14:textId="77777777" w:rsidR="000915B1" w:rsidRDefault="000915B1" w:rsidP="00810FF2">
      <w:r>
        <w:separator/>
      </w:r>
    </w:p>
  </w:endnote>
  <w:endnote w:type="continuationSeparator" w:id="0">
    <w:p w14:paraId="04E1483F" w14:textId="77777777" w:rsidR="000915B1" w:rsidRDefault="000915B1" w:rsidP="0081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0064"/>
    </w:tblGrid>
    <w:tr w:rsidR="00095291" w:rsidRPr="000C4320" w14:paraId="214AC2DA" w14:textId="77777777" w:rsidTr="00E400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64" w:type="dxa"/>
          <w:vAlign w:val="bottom"/>
        </w:tcPr>
        <w:sdt>
          <w:sdtPr>
            <w:rPr>
              <w:bCs/>
            </w:rPr>
            <w:id w:val="-941293488"/>
            <w:docPartObj>
              <w:docPartGallery w:val="Page Numbers (Top of Page)"/>
              <w:docPartUnique/>
            </w:docPartObj>
          </w:sdtPr>
          <w:sdtContent>
            <w:p w14:paraId="0619A7E5" w14:textId="77777777" w:rsidR="00095291" w:rsidRPr="000C4320" w:rsidRDefault="00095291" w:rsidP="00095291">
              <w:pPr>
                <w:pStyle w:val="Pieddepage"/>
                <w:rPr>
                  <w:b/>
                  <w:bCs/>
                </w:rPr>
              </w:pPr>
              <w:r w:rsidRPr="000C4320">
                <w:rPr>
                  <w:bCs/>
                </w:rPr>
                <w:fldChar w:fldCharType="begin"/>
              </w:r>
              <w:r w:rsidRPr="000C4320">
                <w:rPr>
                  <w:b/>
                  <w:bCs/>
                </w:rPr>
                <w:instrText>PAGE</w:instrText>
              </w:r>
              <w:r w:rsidRPr="000C4320">
                <w:rPr>
                  <w:bCs/>
                </w:rPr>
                <w:fldChar w:fldCharType="separate"/>
              </w:r>
              <w:r>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Pr>
                  <w:b/>
                  <w:bCs/>
                </w:rPr>
                <w:t>2</w:t>
              </w:r>
              <w:r w:rsidRPr="000C4320">
                <w:rPr>
                  <w:bCs/>
                </w:rPr>
                <w:fldChar w:fldCharType="end"/>
              </w:r>
            </w:p>
          </w:sdtContent>
        </w:sdt>
      </w:tc>
    </w:tr>
  </w:tbl>
  <w:p w14:paraId="4C21E3AF" w14:textId="77777777" w:rsidR="00095291" w:rsidRPr="00796DA8" w:rsidRDefault="00095291" w:rsidP="0009529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F1270" w14:textId="77777777" w:rsidR="00997AA2" w:rsidRDefault="00997AA2" w:rsidP="00796DA8">
    <w:pPr>
      <w:pStyle w:val="Pieddepage"/>
    </w:pPr>
  </w:p>
  <w:p w14:paraId="3773275B" w14:textId="77777777" w:rsidR="00796DA8" w:rsidRPr="00997AA2" w:rsidRDefault="00796DA8" w:rsidP="00796DA8">
    <w:pPr>
      <w:pStyle w:val="Pieddepage"/>
    </w:pPr>
  </w:p>
  <w:tbl>
    <w:tblPr>
      <w:tblStyle w:val="TABRA-2019"/>
      <w:tblW w:w="0" w:type="auto"/>
      <w:tblInd w:w="-1560" w:type="dxa"/>
      <w:tblBorders>
        <w:top w:val="none" w:sz="0" w:space="0" w:color="auto"/>
        <w:bottom w:val="none" w:sz="0" w:space="0" w:color="auto"/>
        <w:insideH w:val="none" w:sz="0" w:space="0" w:color="auto"/>
      </w:tblBorders>
      <w:tblCellMar>
        <w:left w:w="0" w:type="dxa"/>
        <w:right w:w="0" w:type="dxa"/>
      </w:tblCellMar>
      <w:tblLook w:val="04A0" w:firstRow="1" w:lastRow="0" w:firstColumn="1" w:lastColumn="0" w:noHBand="0" w:noVBand="1"/>
    </w:tblPr>
    <w:tblGrid>
      <w:gridCol w:w="1502"/>
      <w:gridCol w:w="2747"/>
      <w:gridCol w:w="3658"/>
      <w:gridCol w:w="2157"/>
    </w:tblGrid>
    <w:tr w:rsidR="00D45B07" w:rsidRPr="000C4320" w14:paraId="2C37272B" w14:textId="77777777" w:rsidTr="001955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bottom"/>
        </w:tcPr>
        <w:sdt>
          <w:sdtPr>
            <w:rPr>
              <w:bCs/>
            </w:rPr>
            <w:id w:val="-1769616900"/>
            <w:docPartObj>
              <w:docPartGallery w:val="Page Numbers (Top of Page)"/>
              <w:docPartUnique/>
            </w:docPartObj>
          </w:sdtPr>
          <w:sdtContent>
            <w:p w14:paraId="57B9B1A3" w14:textId="77777777" w:rsidR="00997AA2" w:rsidRPr="000C4320" w:rsidRDefault="00997AA2" w:rsidP="00796DA8">
              <w:pPr>
                <w:pStyle w:val="Pieddepage"/>
                <w:rPr>
                  <w:b/>
                  <w:bCs/>
                </w:rPr>
              </w:pPr>
              <w:r w:rsidRPr="000C4320">
                <w:rPr>
                  <w:bCs/>
                </w:rPr>
                <w:fldChar w:fldCharType="begin"/>
              </w:r>
              <w:r w:rsidRPr="000C4320">
                <w:rPr>
                  <w:b/>
                  <w:bCs/>
                </w:rPr>
                <w:instrText>PAGE</w:instrText>
              </w:r>
              <w:r w:rsidRPr="000C4320">
                <w:rPr>
                  <w:bCs/>
                </w:rPr>
                <w:fldChar w:fldCharType="separate"/>
              </w:r>
              <w:r w:rsidRPr="000C4320">
                <w:rPr>
                  <w:b/>
                  <w:bCs/>
                </w:rPr>
                <w:t>1</w:t>
              </w:r>
              <w:r w:rsidRPr="000C4320">
                <w:rPr>
                  <w:bCs/>
                </w:rPr>
                <w:fldChar w:fldCharType="end"/>
              </w:r>
              <w:r w:rsidRPr="000C4320">
                <w:rPr>
                  <w:b/>
                  <w:bCs/>
                </w:rPr>
                <w:t xml:space="preserve"> / </w:t>
              </w:r>
              <w:r w:rsidRPr="000C4320">
                <w:rPr>
                  <w:bCs/>
                </w:rPr>
                <w:fldChar w:fldCharType="begin"/>
              </w:r>
              <w:r w:rsidRPr="000C4320">
                <w:rPr>
                  <w:b/>
                  <w:bCs/>
                </w:rPr>
                <w:instrText>NUMPAGES</w:instrText>
              </w:r>
              <w:r w:rsidRPr="000C4320">
                <w:rPr>
                  <w:bCs/>
                </w:rPr>
                <w:fldChar w:fldCharType="separate"/>
              </w:r>
              <w:r w:rsidRPr="000C4320">
                <w:rPr>
                  <w:b/>
                  <w:bCs/>
                </w:rPr>
                <w:t>3</w:t>
              </w:r>
              <w:r w:rsidRPr="000C4320">
                <w:rPr>
                  <w:bCs/>
                </w:rPr>
                <w:fldChar w:fldCharType="end"/>
              </w:r>
            </w:p>
          </w:sdtContent>
        </w:sdt>
      </w:tc>
      <w:tc>
        <w:tcPr>
          <w:tcW w:w="2835" w:type="dxa"/>
        </w:tcPr>
        <w:p w14:paraId="09E0A36B"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192, avenue Aristide Briand</w:t>
          </w:r>
        </w:p>
        <w:p w14:paraId="09E9F440"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Cs/>
            </w:rPr>
          </w:pPr>
          <w:r w:rsidRPr="000C4320">
            <w:rPr>
              <w:bCs/>
            </w:rPr>
            <w:t>92226 Bagneux Cedex</w:t>
          </w:r>
        </w:p>
        <w:p w14:paraId="6F4BED73"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
              <w:bCs/>
            </w:rPr>
            <w:t>SIREN 349958 876 – APE 913E</w:t>
          </w:r>
        </w:p>
      </w:tc>
      <w:tc>
        <w:tcPr>
          <w:tcW w:w="3763" w:type="dxa"/>
        </w:tcPr>
        <w:p w14:paraId="4EE14971" w14:textId="77777777" w:rsidR="00997AA2" w:rsidRPr="000C4320" w:rsidRDefault="00000000" w:rsidP="00796DA8">
          <w:pPr>
            <w:pStyle w:val="Pieddepage"/>
            <w:cnfStyle w:val="100000000000" w:firstRow="1" w:lastRow="0" w:firstColumn="0" w:lastColumn="0" w:oddVBand="0" w:evenVBand="0" w:oddHBand="0" w:evenHBand="0" w:firstRowFirstColumn="0" w:firstRowLastColumn="0" w:lastRowFirstColumn="0" w:lastRowLastColumn="0"/>
            <w:rPr>
              <w:b/>
              <w:bCs/>
            </w:rPr>
          </w:pPr>
          <w:hyperlink r:id="rId1" w:history="1">
            <w:r w:rsidR="00997AA2" w:rsidRPr="000C4320">
              <w:rPr>
                <w:rStyle w:val="Lienhypertexte"/>
                <w:b/>
                <w:bCs/>
                <w:color w:val="78287D" w:themeColor="text2"/>
                <w:u w:val="none"/>
              </w:rPr>
              <w:t>www.agefiph.fr</w:t>
            </w:r>
          </w:hyperlink>
        </w:p>
        <w:p w14:paraId="33CB46D9" w14:textId="77777777" w:rsidR="00997AA2" w:rsidRPr="000C4320" w:rsidRDefault="00997AA2" w:rsidP="00796DA8">
          <w:pPr>
            <w:pStyle w:val="Pieddepage"/>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g">
                <w:drawing>
                  <wp:inline distT="0" distB="0" distL="0" distR="0" wp14:anchorId="6C7AFAC6" wp14:editId="44F3657B">
                    <wp:extent cx="548640" cy="106831"/>
                    <wp:effectExtent l="0" t="0" r="3810" b="7620"/>
                    <wp:docPr id="13" name="Groupe 12">
                      <a:extLst xmlns:a="http://schemas.openxmlformats.org/drawingml/2006/main">
                        <a:ext uri="{FF2B5EF4-FFF2-40B4-BE49-F238E27FC236}">
                          <a16:creationId xmlns:a16="http://schemas.microsoft.com/office/drawing/2014/main" id="{8D462174-9232-31DA-7D6A-62497B3D7898}"/>
                        </a:ext>
                      </a:extLst>
                    </wp:docPr>
                    <wp:cNvGraphicFramePr/>
                    <a:graphic xmlns:a="http://schemas.openxmlformats.org/drawingml/2006/main">
                      <a:graphicData uri="http://schemas.microsoft.com/office/word/2010/wordprocessingGroup">
                        <wpg:wgp>
                          <wpg:cNvGrpSpPr/>
                          <wpg:grpSpPr>
                            <a:xfrm>
                              <a:off x="0" y="0"/>
                              <a:ext cx="548640" cy="106831"/>
                              <a:chOff x="0" y="0"/>
                              <a:chExt cx="381635" cy="74295"/>
                            </a:xfrm>
                          </wpg:grpSpPr>
                          <wps:wsp>
                            <wps:cNvPr id="1" name="Forme libre : forme 1">
                              <a:extLst>
                                <a:ext uri="{FF2B5EF4-FFF2-40B4-BE49-F238E27FC236}">
                                  <a16:creationId xmlns:a16="http://schemas.microsoft.com/office/drawing/2014/main" id="{94264EC6-7323-8D77-58F8-A7E1628C7B98}"/>
                                </a:ext>
                              </a:extLst>
                            </wps:cNvPr>
                            <wps:cNvSpPr/>
                            <wps:spPr>
                              <a:xfrm>
                                <a:off x="0" y="0"/>
                                <a:ext cx="34290" cy="70485"/>
                              </a:xfrm>
                              <a:custGeom>
                                <a:avLst/>
                                <a:gdLst>
                                  <a:gd name="connsiteX0" fmla="*/ 43026 w 141077"/>
                                  <a:gd name="connsiteY0" fmla="*/ 0 h 285459"/>
                                  <a:gd name="connsiteX1" fmla="*/ 137975 w 141077"/>
                                  <a:gd name="connsiteY1" fmla="*/ 157 h 285459"/>
                                  <a:gd name="connsiteX2" fmla="*/ 137975 w 141077"/>
                                  <a:gd name="connsiteY2" fmla="*/ 49179 h 285459"/>
                                  <a:gd name="connsiteX3" fmla="*/ 98838 w 141077"/>
                                  <a:gd name="connsiteY3" fmla="*/ 49179 h 285459"/>
                                  <a:gd name="connsiteX4" fmla="*/ 92000 w 141077"/>
                                  <a:gd name="connsiteY4" fmla="*/ 51756 h 285459"/>
                                  <a:gd name="connsiteX5" fmla="*/ 92000 w 141077"/>
                                  <a:gd name="connsiteY5" fmla="*/ 86580 h 285459"/>
                                  <a:gd name="connsiteX6" fmla="*/ 141077 w 141077"/>
                                  <a:gd name="connsiteY6" fmla="*/ 86580 h 285459"/>
                                  <a:gd name="connsiteX7" fmla="*/ 136289 w 141077"/>
                                  <a:gd name="connsiteY7" fmla="*/ 136285 h 285459"/>
                                  <a:gd name="connsiteX8" fmla="*/ 92000 w 141077"/>
                                  <a:gd name="connsiteY8" fmla="*/ 136285 h 285459"/>
                                  <a:gd name="connsiteX9" fmla="*/ 92000 w 141077"/>
                                  <a:gd name="connsiteY9" fmla="*/ 285459 h 285459"/>
                                  <a:gd name="connsiteX10" fmla="*/ 34506 w 141077"/>
                                  <a:gd name="connsiteY10" fmla="*/ 285459 h 285459"/>
                                  <a:gd name="connsiteX11" fmla="*/ 34506 w 141077"/>
                                  <a:gd name="connsiteY11" fmla="*/ 136285 h 285459"/>
                                  <a:gd name="connsiteX12" fmla="*/ 0 w 141077"/>
                                  <a:gd name="connsiteY12" fmla="*/ 136285 h 285459"/>
                                  <a:gd name="connsiteX13" fmla="*/ 0 w 141077"/>
                                  <a:gd name="connsiteY13" fmla="*/ 86580 h 285459"/>
                                  <a:gd name="connsiteX14" fmla="*/ 34506 w 141077"/>
                                  <a:gd name="connsiteY14" fmla="*/ 86580 h 285459"/>
                                  <a:gd name="connsiteX15" fmla="*/ 34506 w 141077"/>
                                  <a:gd name="connsiteY15" fmla="*/ 36555 h 285459"/>
                                  <a:gd name="connsiteX0" fmla="*/ 43026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43026 w 141077"/>
                                  <a:gd name="connsiteY16" fmla="*/ 5291 h 290750"/>
                                  <a:gd name="connsiteX0" fmla="*/ 57158 w 141077"/>
                                  <a:gd name="connsiteY0" fmla="*/ 5291 h 290750"/>
                                  <a:gd name="connsiteX1" fmla="*/ 137975 w 141077"/>
                                  <a:gd name="connsiteY1" fmla="*/ 5448 h 290750"/>
                                  <a:gd name="connsiteX2" fmla="*/ 137975 w 141077"/>
                                  <a:gd name="connsiteY2" fmla="*/ 54470 h 290750"/>
                                  <a:gd name="connsiteX3" fmla="*/ 98838 w 141077"/>
                                  <a:gd name="connsiteY3" fmla="*/ 54470 h 290750"/>
                                  <a:gd name="connsiteX4" fmla="*/ 92000 w 141077"/>
                                  <a:gd name="connsiteY4" fmla="*/ 57047 h 290750"/>
                                  <a:gd name="connsiteX5" fmla="*/ 92000 w 141077"/>
                                  <a:gd name="connsiteY5" fmla="*/ 91871 h 290750"/>
                                  <a:gd name="connsiteX6" fmla="*/ 141077 w 141077"/>
                                  <a:gd name="connsiteY6" fmla="*/ 91871 h 290750"/>
                                  <a:gd name="connsiteX7" fmla="*/ 136289 w 141077"/>
                                  <a:gd name="connsiteY7" fmla="*/ 141576 h 290750"/>
                                  <a:gd name="connsiteX8" fmla="*/ 92000 w 141077"/>
                                  <a:gd name="connsiteY8" fmla="*/ 141576 h 290750"/>
                                  <a:gd name="connsiteX9" fmla="*/ 92000 w 141077"/>
                                  <a:gd name="connsiteY9" fmla="*/ 290750 h 290750"/>
                                  <a:gd name="connsiteX10" fmla="*/ 34506 w 141077"/>
                                  <a:gd name="connsiteY10" fmla="*/ 290750 h 290750"/>
                                  <a:gd name="connsiteX11" fmla="*/ 34506 w 141077"/>
                                  <a:gd name="connsiteY11" fmla="*/ 141576 h 290750"/>
                                  <a:gd name="connsiteX12" fmla="*/ 0 w 141077"/>
                                  <a:gd name="connsiteY12" fmla="*/ 141576 h 290750"/>
                                  <a:gd name="connsiteX13" fmla="*/ 0 w 141077"/>
                                  <a:gd name="connsiteY13" fmla="*/ 91871 h 290750"/>
                                  <a:gd name="connsiteX14" fmla="*/ 34506 w 141077"/>
                                  <a:gd name="connsiteY14" fmla="*/ 91871 h 290750"/>
                                  <a:gd name="connsiteX15" fmla="*/ 34506 w 141077"/>
                                  <a:gd name="connsiteY15" fmla="*/ 41846 h 290750"/>
                                  <a:gd name="connsiteX16" fmla="*/ 57158 w 141077"/>
                                  <a:gd name="connsiteY16" fmla="*/ 5291 h 2907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41077" h="290750">
                                    <a:moveTo>
                                      <a:pt x="57158" y="5291"/>
                                    </a:moveTo>
                                    <a:cubicBezTo>
                                      <a:pt x="74403" y="-775"/>
                                      <a:pt x="122150" y="-2749"/>
                                      <a:pt x="137975" y="5448"/>
                                    </a:cubicBezTo>
                                    <a:lnTo>
                                      <a:pt x="137975" y="54470"/>
                                    </a:lnTo>
                                    <a:lnTo>
                                      <a:pt x="98838" y="54470"/>
                                    </a:lnTo>
                                    <a:lnTo>
                                      <a:pt x="92000" y="57047"/>
                                    </a:lnTo>
                                    <a:lnTo>
                                      <a:pt x="92000" y="91871"/>
                                    </a:lnTo>
                                    <a:lnTo>
                                      <a:pt x="141077" y="91871"/>
                                    </a:lnTo>
                                    <a:lnTo>
                                      <a:pt x="136289" y="141576"/>
                                    </a:lnTo>
                                    <a:lnTo>
                                      <a:pt x="92000" y="141576"/>
                                    </a:lnTo>
                                    <a:lnTo>
                                      <a:pt x="92000" y="290750"/>
                                    </a:lnTo>
                                    <a:lnTo>
                                      <a:pt x="34506" y="290750"/>
                                    </a:lnTo>
                                    <a:lnTo>
                                      <a:pt x="34506" y="141576"/>
                                    </a:lnTo>
                                    <a:lnTo>
                                      <a:pt x="0" y="141576"/>
                                    </a:lnTo>
                                    <a:lnTo>
                                      <a:pt x="0" y="91871"/>
                                    </a:lnTo>
                                    <a:lnTo>
                                      <a:pt x="34506" y="91871"/>
                                    </a:lnTo>
                                    <a:lnTo>
                                      <a:pt x="34506" y="41846"/>
                                    </a:lnTo>
                                    <a:cubicBezTo>
                                      <a:pt x="35926" y="27416"/>
                                      <a:pt x="39913" y="11357"/>
                                      <a:pt x="57158" y="5291"/>
                                    </a:cubicBezTo>
                                    <a:close/>
                                  </a:path>
                                </a:pathLst>
                              </a:custGeom>
                              <a:solidFill>
                                <a:srgbClr val="5B146D"/>
                              </a:solidFill>
                            </wps:spPr>
                            <wps:bodyPr wrap="square" lIns="0" tIns="0" rIns="0" bIns="0" rtlCol="0">
                              <a:noAutofit/>
                            </wps:bodyPr>
                          </wps:wsp>
                          <wps:wsp>
                            <wps:cNvPr id="2" name="Forme libre : forme 2">
                              <a:extLst>
                                <a:ext uri="{FF2B5EF4-FFF2-40B4-BE49-F238E27FC236}">
                                  <a16:creationId xmlns:a16="http://schemas.microsoft.com/office/drawing/2014/main" id="{F88DE35F-1277-170B-E781-CDB928B0D85E}"/>
                                </a:ext>
                              </a:extLst>
                            </wps:cNvPr>
                            <wps:cNvSpPr/>
                            <wps:spPr>
                              <a:xfrm>
                                <a:off x="78740" y="11430"/>
                                <a:ext cx="67945" cy="59055"/>
                              </a:xfrm>
                              <a:custGeom>
                                <a:avLst/>
                                <a:gdLst>
                                  <a:gd name="connsiteX0" fmla="*/ 160324 w 280568"/>
                                  <a:gd name="connsiteY0" fmla="*/ 0 h 243176"/>
                                  <a:gd name="connsiteX1" fmla="*/ 208033 w 280568"/>
                                  <a:gd name="connsiteY1" fmla="*/ 0 h 243176"/>
                                  <a:gd name="connsiteX2" fmla="*/ 222815 w 280568"/>
                                  <a:gd name="connsiteY2" fmla="*/ 7468 h 243176"/>
                                  <a:gd name="connsiteX3" fmla="*/ 233178 w 280568"/>
                                  <a:gd name="connsiteY3" fmla="*/ 19409 h 243176"/>
                                  <a:gd name="connsiteX4" fmla="*/ 246117 w 280568"/>
                                  <a:gd name="connsiteY4" fmla="*/ 16671 h 243176"/>
                                  <a:gd name="connsiteX5" fmla="*/ 258269 w 280568"/>
                                  <a:gd name="connsiteY5" fmla="*/ 11518 h 243176"/>
                                  <a:gd name="connsiteX6" fmla="*/ 269207 w 280568"/>
                                  <a:gd name="connsiteY6" fmla="*/ 4523 h 243176"/>
                                  <a:gd name="connsiteX7" fmla="*/ 264999 w 280568"/>
                                  <a:gd name="connsiteY7" fmla="*/ 18829 h 243176"/>
                                  <a:gd name="connsiteX8" fmla="*/ 264941 w 280568"/>
                                  <a:gd name="connsiteY8" fmla="*/ 19409 h 243176"/>
                                  <a:gd name="connsiteX9" fmla="*/ 264473 w 280568"/>
                                  <a:gd name="connsiteY9" fmla="*/ 24197 h 243176"/>
                                  <a:gd name="connsiteX10" fmla="*/ 252744 w 280568"/>
                                  <a:gd name="connsiteY10" fmla="*/ 31768 h 243176"/>
                                  <a:gd name="connsiteX11" fmla="*/ 261843 w 280568"/>
                                  <a:gd name="connsiteY11" fmla="*/ 36610 h 243176"/>
                                  <a:gd name="connsiteX12" fmla="*/ 270367 w 280568"/>
                                  <a:gd name="connsiteY12" fmla="*/ 36452 h 243176"/>
                                  <a:gd name="connsiteX13" fmla="*/ 280568 w 280568"/>
                                  <a:gd name="connsiteY13" fmla="*/ 31561 h 243176"/>
                                  <a:gd name="connsiteX14" fmla="*/ 277441 w 280568"/>
                                  <a:gd name="connsiteY14" fmla="*/ 36610 h 243176"/>
                                  <a:gd name="connsiteX15" fmla="*/ 272943 w 280568"/>
                                  <a:gd name="connsiteY15" fmla="*/ 43866 h 243176"/>
                                  <a:gd name="connsiteX16" fmla="*/ 259636 w 280568"/>
                                  <a:gd name="connsiteY16" fmla="*/ 51914 h 243176"/>
                                  <a:gd name="connsiteX17" fmla="*/ 248536 w 280568"/>
                                  <a:gd name="connsiteY17" fmla="*/ 60595 h 243176"/>
                                  <a:gd name="connsiteX18" fmla="*/ 248325 w 280568"/>
                                  <a:gd name="connsiteY18" fmla="*/ 70904 h 243176"/>
                                  <a:gd name="connsiteX19" fmla="*/ 247997 w 280568"/>
                                  <a:gd name="connsiteY19" fmla="*/ 75378 h 243176"/>
                                  <a:gd name="connsiteX20" fmla="*/ 246693 w 280568"/>
                                  <a:gd name="connsiteY20" fmla="*/ 93208 h 243176"/>
                                  <a:gd name="connsiteX21" fmla="*/ 246415 w 280568"/>
                                  <a:gd name="connsiteY21" fmla="*/ 97019 h 243176"/>
                                  <a:gd name="connsiteX22" fmla="*/ 230047 w 280568"/>
                                  <a:gd name="connsiteY22" fmla="*/ 149335 h 243176"/>
                                  <a:gd name="connsiteX23" fmla="*/ 229633 w 280568"/>
                                  <a:gd name="connsiteY23" fmla="*/ 150660 h 243176"/>
                                  <a:gd name="connsiteX24" fmla="*/ 197062 w 280568"/>
                                  <a:gd name="connsiteY24" fmla="*/ 197479 h 243176"/>
                                  <a:gd name="connsiteX25" fmla="*/ 165485 w 280568"/>
                                  <a:gd name="connsiteY25" fmla="*/ 219398 h 243176"/>
                                  <a:gd name="connsiteX26" fmla="*/ 149344 w 280568"/>
                                  <a:gd name="connsiteY26" fmla="*/ 230606 h 243176"/>
                                  <a:gd name="connsiteX27" fmla="*/ 87106 w 280568"/>
                                  <a:gd name="connsiteY27" fmla="*/ 243176 h 243176"/>
                                  <a:gd name="connsiteX28" fmla="*/ 55019 w 280568"/>
                                  <a:gd name="connsiteY28" fmla="*/ 243176 h 243176"/>
                                  <a:gd name="connsiteX29" fmla="*/ 25140 w 280568"/>
                                  <a:gd name="connsiteY29" fmla="*/ 233025 h 243176"/>
                                  <a:gd name="connsiteX30" fmla="*/ 0 w 280568"/>
                                  <a:gd name="connsiteY30" fmla="*/ 215612 h 243176"/>
                                  <a:gd name="connsiteX31" fmla="*/ 29663 w 280568"/>
                                  <a:gd name="connsiteY31" fmla="*/ 219398 h 243176"/>
                                  <a:gd name="connsiteX32" fmla="*/ 59803 w 280568"/>
                                  <a:gd name="connsiteY32" fmla="*/ 210771 h 243176"/>
                                  <a:gd name="connsiteX33" fmla="*/ 84107 w 280568"/>
                                  <a:gd name="connsiteY33" fmla="*/ 190206 h 243176"/>
                                  <a:gd name="connsiteX34" fmla="*/ 59227 w 280568"/>
                                  <a:gd name="connsiteY34" fmla="*/ 189730 h 243176"/>
                                  <a:gd name="connsiteX35" fmla="*/ 38291 w 280568"/>
                                  <a:gd name="connsiteY35" fmla="*/ 171953 h 243176"/>
                                  <a:gd name="connsiteX36" fmla="*/ 31034 w 280568"/>
                                  <a:gd name="connsiteY36" fmla="*/ 147599 h 243176"/>
                                  <a:gd name="connsiteX37" fmla="*/ 39608 w 280568"/>
                                  <a:gd name="connsiteY37" fmla="*/ 149335 h 243176"/>
                                  <a:gd name="connsiteX38" fmla="*/ 48392 w 280568"/>
                                  <a:gd name="connsiteY38" fmla="*/ 148966 h 243176"/>
                                  <a:gd name="connsiteX39" fmla="*/ 56701 w 280568"/>
                                  <a:gd name="connsiteY39" fmla="*/ 146547 h 243176"/>
                                  <a:gd name="connsiteX40" fmla="*/ 30715 w 280568"/>
                                  <a:gd name="connsiteY40" fmla="*/ 140864 h 243176"/>
                                  <a:gd name="connsiteX41" fmla="*/ 11150 w 280568"/>
                                  <a:gd name="connsiteY41" fmla="*/ 116088 h 243176"/>
                                  <a:gd name="connsiteX42" fmla="*/ 11150 w 280568"/>
                                  <a:gd name="connsiteY42" fmla="*/ 85529 h 243176"/>
                                  <a:gd name="connsiteX43" fmla="*/ 18775 w 280568"/>
                                  <a:gd name="connsiteY43" fmla="*/ 90156 h 243176"/>
                                  <a:gd name="connsiteX44" fmla="*/ 27559 w 280568"/>
                                  <a:gd name="connsiteY44" fmla="*/ 92894 h 243176"/>
                                  <a:gd name="connsiteX45" fmla="*/ 36870 w 280568"/>
                                  <a:gd name="connsiteY45" fmla="*/ 93208 h 243176"/>
                                  <a:gd name="connsiteX46" fmla="*/ 21616 w 280568"/>
                                  <a:gd name="connsiteY46" fmla="*/ 82216 h 243176"/>
                                  <a:gd name="connsiteX47" fmla="*/ 11572 w 280568"/>
                                  <a:gd name="connsiteY47" fmla="*/ 63437 h 243176"/>
                                  <a:gd name="connsiteX48" fmla="*/ 11572 w 280568"/>
                                  <a:gd name="connsiteY48" fmla="*/ 30873 h 243176"/>
                                  <a:gd name="connsiteX49" fmla="*/ 14409 w 280568"/>
                                  <a:gd name="connsiteY49" fmla="*/ 20353 h 243176"/>
                                  <a:gd name="connsiteX50" fmla="*/ 38858 w 280568"/>
                                  <a:gd name="connsiteY50" fmla="*/ 33048 h 243176"/>
                                  <a:gd name="connsiteX51" fmla="*/ 83548 w 280568"/>
                                  <a:gd name="connsiteY51" fmla="*/ 62733 h 243176"/>
                                  <a:gd name="connsiteX52" fmla="*/ 136339 w 280568"/>
                                  <a:gd name="connsiteY52" fmla="*/ 75378 h 243176"/>
                                  <a:gd name="connsiteX53" fmla="*/ 135391 w 280568"/>
                                  <a:gd name="connsiteY53" fmla="*/ 70904 h 243176"/>
                                  <a:gd name="connsiteX54" fmla="*/ 134919 w 280568"/>
                                  <a:gd name="connsiteY54" fmla="*/ 27510 h 2431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Lst>
                                <a:rect l="l" t="t" r="r" b="b"/>
                                <a:pathLst>
                                  <a:path w="280568" h="243176">
                                    <a:moveTo>
                                      <a:pt x="160324" y="0"/>
                                    </a:moveTo>
                                    <a:lnTo>
                                      <a:pt x="208033" y="0"/>
                                    </a:lnTo>
                                    <a:lnTo>
                                      <a:pt x="222815" y="7468"/>
                                    </a:lnTo>
                                    <a:lnTo>
                                      <a:pt x="233178" y="19409"/>
                                    </a:lnTo>
                                    <a:lnTo>
                                      <a:pt x="246117" y="16671"/>
                                    </a:lnTo>
                                    <a:lnTo>
                                      <a:pt x="258269" y="11518"/>
                                    </a:lnTo>
                                    <a:lnTo>
                                      <a:pt x="269207" y="4523"/>
                                    </a:lnTo>
                                    <a:lnTo>
                                      <a:pt x="264999" y="18829"/>
                                    </a:lnTo>
                                    <a:lnTo>
                                      <a:pt x="264941" y="19409"/>
                                    </a:lnTo>
                                    <a:lnTo>
                                      <a:pt x="264473" y="24197"/>
                                    </a:lnTo>
                                    <a:lnTo>
                                      <a:pt x="252744" y="31768"/>
                                    </a:lnTo>
                                    <a:lnTo>
                                      <a:pt x="261843" y="36610"/>
                                    </a:lnTo>
                                    <a:lnTo>
                                      <a:pt x="270367" y="36452"/>
                                    </a:lnTo>
                                    <a:lnTo>
                                      <a:pt x="280568" y="31561"/>
                                    </a:lnTo>
                                    <a:lnTo>
                                      <a:pt x="277441" y="36610"/>
                                    </a:lnTo>
                                    <a:lnTo>
                                      <a:pt x="272943" y="43866"/>
                                    </a:lnTo>
                                    <a:lnTo>
                                      <a:pt x="259636" y="51914"/>
                                    </a:lnTo>
                                    <a:lnTo>
                                      <a:pt x="248536" y="60595"/>
                                    </a:lnTo>
                                    <a:lnTo>
                                      <a:pt x="248325" y="70904"/>
                                    </a:lnTo>
                                    <a:lnTo>
                                      <a:pt x="247997" y="75378"/>
                                    </a:lnTo>
                                    <a:lnTo>
                                      <a:pt x="246693" y="93208"/>
                                    </a:lnTo>
                                    <a:lnTo>
                                      <a:pt x="246415" y="97019"/>
                                    </a:lnTo>
                                    <a:lnTo>
                                      <a:pt x="230047" y="149335"/>
                                    </a:lnTo>
                                    <a:lnTo>
                                      <a:pt x="229633" y="150660"/>
                                    </a:lnTo>
                                    <a:lnTo>
                                      <a:pt x="197062" y="197479"/>
                                    </a:lnTo>
                                    <a:lnTo>
                                      <a:pt x="165485" y="219398"/>
                                    </a:lnTo>
                                    <a:lnTo>
                                      <a:pt x="149344" y="230606"/>
                                    </a:lnTo>
                                    <a:lnTo>
                                      <a:pt x="87106" y="243176"/>
                                    </a:lnTo>
                                    <a:lnTo>
                                      <a:pt x="55019" y="243176"/>
                                    </a:lnTo>
                                    <a:lnTo>
                                      <a:pt x="25140" y="233025"/>
                                    </a:lnTo>
                                    <a:lnTo>
                                      <a:pt x="0" y="215612"/>
                                    </a:lnTo>
                                    <a:lnTo>
                                      <a:pt x="29663" y="219398"/>
                                    </a:lnTo>
                                    <a:lnTo>
                                      <a:pt x="59803" y="210771"/>
                                    </a:lnTo>
                                    <a:lnTo>
                                      <a:pt x="84107" y="190206"/>
                                    </a:lnTo>
                                    <a:lnTo>
                                      <a:pt x="59227" y="189730"/>
                                    </a:lnTo>
                                    <a:lnTo>
                                      <a:pt x="38291" y="171953"/>
                                    </a:lnTo>
                                    <a:lnTo>
                                      <a:pt x="31034" y="147599"/>
                                    </a:lnTo>
                                    <a:lnTo>
                                      <a:pt x="39608" y="149335"/>
                                    </a:lnTo>
                                    <a:lnTo>
                                      <a:pt x="48392" y="148966"/>
                                    </a:lnTo>
                                    <a:lnTo>
                                      <a:pt x="56701" y="146547"/>
                                    </a:lnTo>
                                    <a:lnTo>
                                      <a:pt x="30715" y="140864"/>
                                    </a:lnTo>
                                    <a:lnTo>
                                      <a:pt x="11150" y="116088"/>
                                    </a:lnTo>
                                    <a:lnTo>
                                      <a:pt x="11150" y="85529"/>
                                    </a:lnTo>
                                    <a:lnTo>
                                      <a:pt x="18775" y="90156"/>
                                    </a:lnTo>
                                    <a:lnTo>
                                      <a:pt x="27559" y="92894"/>
                                    </a:lnTo>
                                    <a:lnTo>
                                      <a:pt x="36870" y="93208"/>
                                    </a:lnTo>
                                    <a:lnTo>
                                      <a:pt x="21616" y="82216"/>
                                    </a:lnTo>
                                    <a:lnTo>
                                      <a:pt x="11572" y="63437"/>
                                    </a:lnTo>
                                    <a:lnTo>
                                      <a:pt x="11572" y="30873"/>
                                    </a:lnTo>
                                    <a:lnTo>
                                      <a:pt x="14409" y="20353"/>
                                    </a:lnTo>
                                    <a:lnTo>
                                      <a:pt x="38858" y="33048"/>
                                    </a:lnTo>
                                    <a:lnTo>
                                      <a:pt x="83548" y="62733"/>
                                    </a:lnTo>
                                    <a:lnTo>
                                      <a:pt x="136339" y="75378"/>
                                    </a:lnTo>
                                    <a:lnTo>
                                      <a:pt x="135391" y="70904"/>
                                    </a:lnTo>
                                    <a:lnTo>
                                      <a:pt x="134919" y="27510"/>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Forme libre : forme 3">
                              <a:extLst>
                                <a:ext uri="{FF2B5EF4-FFF2-40B4-BE49-F238E27FC236}">
                                  <a16:creationId xmlns:a16="http://schemas.microsoft.com/office/drawing/2014/main" id="{F4485EBD-AD68-75C2-C203-97C2170438CA}"/>
                                </a:ext>
                              </a:extLst>
                            </wps:cNvPr>
                            <wps:cNvSpPr/>
                            <wps:spPr>
                              <a:xfrm>
                                <a:off x="191770" y="8890"/>
                                <a:ext cx="64135" cy="65405"/>
                              </a:xfrm>
                              <a:custGeom>
                                <a:avLst/>
                                <a:gdLst>
                                  <a:gd name="connsiteX0" fmla="*/ 150330 w 262842"/>
                                  <a:gd name="connsiteY0" fmla="*/ 93100 h 268739"/>
                                  <a:gd name="connsiteX1" fmla="*/ 150330 w 262842"/>
                                  <a:gd name="connsiteY1" fmla="*/ 113197 h 268739"/>
                                  <a:gd name="connsiteX2" fmla="*/ 169688 w 262842"/>
                                  <a:gd name="connsiteY2" fmla="*/ 93680 h 268739"/>
                                  <a:gd name="connsiteX3" fmla="*/ 199563 w 262842"/>
                                  <a:gd name="connsiteY3" fmla="*/ 93680 h 268739"/>
                                  <a:gd name="connsiteX4" fmla="*/ 241300 w 262842"/>
                                  <a:gd name="connsiteY4" fmla="*/ 113197 h 268739"/>
                                  <a:gd name="connsiteX5" fmla="*/ 244808 w 262842"/>
                                  <a:gd name="connsiteY5" fmla="*/ 114837 h 268739"/>
                                  <a:gd name="connsiteX6" fmla="*/ 254123 w 262842"/>
                                  <a:gd name="connsiteY6" fmla="*/ 147176 h 268739"/>
                                  <a:gd name="connsiteX7" fmla="*/ 262838 w 262842"/>
                                  <a:gd name="connsiteY7" fmla="*/ 177428 h 268739"/>
                                  <a:gd name="connsiteX8" fmla="*/ 262842 w 262842"/>
                                  <a:gd name="connsiteY8" fmla="*/ 268739 h 268739"/>
                                  <a:gd name="connsiteX9" fmla="*/ 200354 w 262842"/>
                                  <a:gd name="connsiteY9" fmla="*/ 268739 h 268739"/>
                                  <a:gd name="connsiteX10" fmla="*/ 200354 w 262842"/>
                                  <a:gd name="connsiteY10" fmla="*/ 159275 h 268739"/>
                                  <a:gd name="connsiteX11" fmla="*/ 189151 w 262842"/>
                                  <a:gd name="connsiteY11" fmla="*/ 147176 h 268739"/>
                                  <a:gd name="connsiteX12" fmla="*/ 161533 w 262842"/>
                                  <a:gd name="connsiteY12" fmla="*/ 147176 h 268739"/>
                                  <a:gd name="connsiteX13" fmla="*/ 150330 w 262842"/>
                                  <a:gd name="connsiteY13" fmla="*/ 159275 h 268739"/>
                                  <a:gd name="connsiteX14" fmla="*/ 150330 w 262842"/>
                                  <a:gd name="connsiteY14" fmla="*/ 268739 h 268739"/>
                                  <a:gd name="connsiteX15" fmla="*/ 87839 w 262842"/>
                                  <a:gd name="connsiteY15" fmla="*/ 268739 h 268739"/>
                                  <a:gd name="connsiteX16" fmla="*/ 88257 w 262842"/>
                                  <a:gd name="connsiteY16" fmla="*/ 147176 h 268739"/>
                                  <a:gd name="connsiteX17" fmla="*/ 88042 w 262842"/>
                                  <a:gd name="connsiteY17" fmla="*/ 96985 h 268739"/>
                                  <a:gd name="connsiteX18" fmla="*/ 315 w 262842"/>
                                  <a:gd name="connsiteY18" fmla="*/ 93100 h 268739"/>
                                  <a:gd name="connsiteX19" fmla="*/ 62802 w 262842"/>
                                  <a:gd name="connsiteY19" fmla="*/ 93100 h 268739"/>
                                  <a:gd name="connsiteX20" fmla="*/ 62802 w 262842"/>
                                  <a:gd name="connsiteY20" fmla="*/ 268739 h 268739"/>
                                  <a:gd name="connsiteX21" fmla="*/ 315 w 262842"/>
                                  <a:gd name="connsiteY21" fmla="*/ 268739 h 268739"/>
                                  <a:gd name="connsiteX22" fmla="*/ 12570 w 262842"/>
                                  <a:gd name="connsiteY22" fmla="*/ 0 h 268739"/>
                                  <a:gd name="connsiteX23" fmla="*/ 51072 w 262842"/>
                                  <a:gd name="connsiteY23" fmla="*/ 0 h 268739"/>
                                  <a:gd name="connsiteX24" fmla="*/ 62909 w 262842"/>
                                  <a:gd name="connsiteY24" fmla="*/ 15093 h 268739"/>
                                  <a:gd name="connsiteX25" fmla="*/ 63328 w 262842"/>
                                  <a:gd name="connsiteY25" fmla="*/ 50601 h 268739"/>
                                  <a:gd name="connsiteX26" fmla="*/ 51072 w 262842"/>
                                  <a:gd name="connsiteY26" fmla="*/ 66116 h 268739"/>
                                  <a:gd name="connsiteX27" fmla="*/ 12201 w 262842"/>
                                  <a:gd name="connsiteY27" fmla="*/ 66116 h 268739"/>
                                  <a:gd name="connsiteX28" fmla="*/ 360 w 262842"/>
                                  <a:gd name="connsiteY28" fmla="*/ 50601 h 268739"/>
                                  <a:gd name="connsiteX29" fmla="*/ 0 w 262842"/>
                                  <a:gd name="connsiteY29" fmla="*/ 14621 h 26873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Lst>
                                <a:rect l="l" t="t" r="r" b="b"/>
                                <a:pathLst>
                                  <a:path w="262842" h="268739">
                                    <a:moveTo>
                                      <a:pt x="150330" y="93100"/>
                                    </a:moveTo>
                                    <a:lnTo>
                                      <a:pt x="150330" y="113197"/>
                                    </a:lnTo>
                                    <a:lnTo>
                                      <a:pt x="169688" y="93680"/>
                                    </a:lnTo>
                                    <a:lnTo>
                                      <a:pt x="199563" y="93680"/>
                                    </a:lnTo>
                                    <a:lnTo>
                                      <a:pt x="241300" y="113197"/>
                                    </a:lnTo>
                                    <a:lnTo>
                                      <a:pt x="244808" y="114837"/>
                                    </a:lnTo>
                                    <a:lnTo>
                                      <a:pt x="254123" y="147176"/>
                                    </a:lnTo>
                                    <a:lnTo>
                                      <a:pt x="262838" y="177428"/>
                                    </a:lnTo>
                                    <a:lnTo>
                                      <a:pt x="262842" y="268739"/>
                                    </a:lnTo>
                                    <a:lnTo>
                                      <a:pt x="200354" y="268739"/>
                                    </a:lnTo>
                                    <a:lnTo>
                                      <a:pt x="200354" y="159275"/>
                                    </a:lnTo>
                                    <a:lnTo>
                                      <a:pt x="189151" y="147176"/>
                                    </a:lnTo>
                                    <a:lnTo>
                                      <a:pt x="161533" y="147176"/>
                                    </a:lnTo>
                                    <a:lnTo>
                                      <a:pt x="150330" y="159275"/>
                                    </a:lnTo>
                                    <a:lnTo>
                                      <a:pt x="150330" y="268739"/>
                                    </a:lnTo>
                                    <a:lnTo>
                                      <a:pt x="87839" y="268739"/>
                                    </a:lnTo>
                                    <a:lnTo>
                                      <a:pt x="88257" y="147176"/>
                                    </a:lnTo>
                                    <a:lnTo>
                                      <a:pt x="88042" y="96985"/>
                                    </a:lnTo>
                                    <a:close/>
                                    <a:moveTo>
                                      <a:pt x="315" y="93100"/>
                                    </a:moveTo>
                                    <a:lnTo>
                                      <a:pt x="62802" y="93100"/>
                                    </a:lnTo>
                                    <a:lnTo>
                                      <a:pt x="62802" y="268739"/>
                                    </a:lnTo>
                                    <a:lnTo>
                                      <a:pt x="315" y="268739"/>
                                    </a:lnTo>
                                    <a:close/>
                                    <a:moveTo>
                                      <a:pt x="12570" y="0"/>
                                    </a:moveTo>
                                    <a:lnTo>
                                      <a:pt x="51072" y="0"/>
                                    </a:lnTo>
                                    <a:lnTo>
                                      <a:pt x="62909" y="15093"/>
                                    </a:lnTo>
                                    <a:lnTo>
                                      <a:pt x="63328" y="50601"/>
                                    </a:lnTo>
                                    <a:lnTo>
                                      <a:pt x="51072" y="66116"/>
                                    </a:lnTo>
                                    <a:lnTo>
                                      <a:pt x="12201" y="66116"/>
                                    </a:lnTo>
                                    <a:lnTo>
                                      <a:pt x="360" y="50601"/>
                                    </a:lnTo>
                                    <a:lnTo>
                                      <a:pt x="0" y="14621"/>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Forme libre : forme 4">
                              <a:extLst>
                                <a:ext uri="{FF2B5EF4-FFF2-40B4-BE49-F238E27FC236}">
                                  <a16:creationId xmlns:a16="http://schemas.microsoft.com/office/drawing/2014/main" id="{94BFFCB3-6284-E783-4E23-4EC9BA9E7A73}"/>
                                </a:ext>
                              </a:extLst>
                            </wps:cNvPr>
                            <wps:cNvSpPr/>
                            <wps:spPr>
                              <a:xfrm>
                                <a:off x="308610" y="18415"/>
                                <a:ext cx="73025" cy="55880"/>
                              </a:xfrm>
                              <a:custGeom>
                                <a:avLst/>
                                <a:gdLst>
                                  <a:gd name="connsiteX0" fmla="*/ 117771 w 300030"/>
                                  <a:gd name="connsiteY0" fmla="*/ 43920 h 229657"/>
                                  <a:gd name="connsiteX1" fmla="*/ 113774 w 300030"/>
                                  <a:gd name="connsiteY1" fmla="*/ 46285 h 229657"/>
                                  <a:gd name="connsiteX2" fmla="*/ 112511 w 300030"/>
                                  <a:gd name="connsiteY2" fmla="*/ 48600 h 229657"/>
                                  <a:gd name="connsiteX3" fmla="*/ 112511 w 300030"/>
                                  <a:gd name="connsiteY3" fmla="*/ 170532 h 229657"/>
                                  <a:gd name="connsiteX4" fmla="*/ 113774 w 300030"/>
                                  <a:gd name="connsiteY4" fmla="*/ 172794 h 229657"/>
                                  <a:gd name="connsiteX5" fmla="*/ 116628 w 300030"/>
                                  <a:gd name="connsiteY5" fmla="*/ 174475 h 229657"/>
                                  <a:gd name="connsiteX6" fmla="*/ 120981 w 300030"/>
                                  <a:gd name="connsiteY6" fmla="*/ 174476 h 229657"/>
                                  <a:gd name="connsiteX7" fmla="*/ 121084 w 300030"/>
                                  <a:gd name="connsiteY7" fmla="*/ 174475 h 229657"/>
                                  <a:gd name="connsiteX8" fmla="*/ 208559 w 300030"/>
                                  <a:gd name="connsiteY8" fmla="*/ 113983 h 229657"/>
                                  <a:gd name="connsiteX9" fmla="*/ 209611 w 300030"/>
                                  <a:gd name="connsiteY9" fmla="*/ 111879 h 229657"/>
                                  <a:gd name="connsiteX10" fmla="*/ 209611 w 300030"/>
                                  <a:gd name="connsiteY10" fmla="*/ 107253 h 229657"/>
                                  <a:gd name="connsiteX11" fmla="*/ 208559 w 300030"/>
                                  <a:gd name="connsiteY11" fmla="*/ 105095 h 229657"/>
                                  <a:gd name="connsiteX12" fmla="*/ 120190 w 300030"/>
                                  <a:gd name="connsiteY12" fmla="*/ 44024 h 229657"/>
                                  <a:gd name="connsiteX13" fmla="*/ 22088 w 300030"/>
                                  <a:gd name="connsiteY13" fmla="*/ 0 h 229657"/>
                                  <a:gd name="connsiteX14" fmla="*/ 277938 w 300030"/>
                                  <a:gd name="connsiteY14" fmla="*/ 0 h 229657"/>
                                  <a:gd name="connsiteX15" fmla="*/ 300030 w 300030"/>
                                  <a:gd name="connsiteY15" fmla="*/ 23878 h 229657"/>
                                  <a:gd name="connsiteX16" fmla="*/ 300030 w 300030"/>
                                  <a:gd name="connsiteY16" fmla="*/ 43920 h 229657"/>
                                  <a:gd name="connsiteX17" fmla="*/ 300030 w 300030"/>
                                  <a:gd name="connsiteY17" fmla="*/ 174529 h 229657"/>
                                  <a:gd name="connsiteX18" fmla="*/ 300030 w 300030"/>
                                  <a:gd name="connsiteY18" fmla="*/ 205775 h 229657"/>
                                  <a:gd name="connsiteX19" fmla="*/ 277938 w 300030"/>
                                  <a:gd name="connsiteY19" fmla="*/ 229657 h 229657"/>
                                  <a:gd name="connsiteX20" fmla="*/ 22088 w 300030"/>
                                  <a:gd name="connsiteY20" fmla="*/ 229657 h 229657"/>
                                  <a:gd name="connsiteX21" fmla="*/ 0 w 300030"/>
                                  <a:gd name="connsiteY21" fmla="*/ 205775 h 229657"/>
                                  <a:gd name="connsiteX22" fmla="*/ 0 w 300030"/>
                                  <a:gd name="connsiteY22" fmla="*/ 23878 h 22965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300030" h="229657">
                                    <a:moveTo>
                                      <a:pt x="117771" y="43920"/>
                                    </a:moveTo>
                                    <a:lnTo>
                                      <a:pt x="113774" y="46285"/>
                                    </a:lnTo>
                                    <a:lnTo>
                                      <a:pt x="112511" y="48600"/>
                                    </a:lnTo>
                                    <a:lnTo>
                                      <a:pt x="112511" y="170532"/>
                                    </a:lnTo>
                                    <a:lnTo>
                                      <a:pt x="113774" y="172794"/>
                                    </a:lnTo>
                                    <a:lnTo>
                                      <a:pt x="116628" y="174475"/>
                                    </a:lnTo>
                                    <a:lnTo>
                                      <a:pt x="120981" y="174476"/>
                                    </a:lnTo>
                                    <a:lnTo>
                                      <a:pt x="121084" y="174475"/>
                                    </a:lnTo>
                                    <a:lnTo>
                                      <a:pt x="208559" y="113983"/>
                                    </a:lnTo>
                                    <a:lnTo>
                                      <a:pt x="209611" y="111879"/>
                                    </a:lnTo>
                                    <a:lnTo>
                                      <a:pt x="209611" y="107253"/>
                                    </a:lnTo>
                                    <a:lnTo>
                                      <a:pt x="208559" y="105095"/>
                                    </a:lnTo>
                                    <a:lnTo>
                                      <a:pt x="120190" y="44024"/>
                                    </a:lnTo>
                                    <a:close/>
                                    <a:moveTo>
                                      <a:pt x="22088" y="0"/>
                                    </a:moveTo>
                                    <a:lnTo>
                                      <a:pt x="277938" y="0"/>
                                    </a:lnTo>
                                    <a:lnTo>
                                      <a:pt x="300030" y="23878"/>
                                    </a:lnTo>
                                    <a:lnTo>
                                      <a:pt x="300030" y="43920"/>
                                    </a:lnTo>
                                    <a:lnTo>
                                      <a:pt x="300030" y="174529"/>
                                    </a:lnTo>
                                    <a:lnTo>
                                      <a:pt x="300030" y="205775"/>
                                    </a:lnTo>
                                    <a:lnTo>
                                      <a:pt x="277938" y="229657"/>
                                    </a:lnTo>
                                    <a:lnTo>
                                      <a:pt x="22088" y="229657"/>
                                    </a:lnTo>
                                    <a:lnTo>
                                      <a:pt x="0" y="205775"/>
                                    </a:lnTo>
                                    <a:lnTo>
                                      <a:pt x="0" y="23878"/>
                                    </a:lnTo>
                                    <a:close/>
                                  </a:path>
                                </a:pathLst>
                              </a:custGeom>
                              <a:solidFill>
                                <a:srgbClr val="5B14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81F5B4C" id="Groupe 12" o:spid="_x0000_s1026" style="width:43.2pt;height:8.4pt;mso-position-horizontal-relative:char;mso-position-vertical-relative:line" coordsize="381635,74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">
                    <v:shape id="Forme libre : forme 1" o:spid="_x0000_s1027" style="position:absolute;width:34290;height:70485;visibility:visible;mso-wrap-style:square;v-text-anchor:top" coordsize="141077,290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" path="m57158,5291v17245,-6066,64992,-8040,80817,157l137975,54470r-39137,l92000,57047r,34824l141077,91871r-4788,49705l92000,141576r,149174l34506,290750r,-149174l,141576,,91871r34506,l34506,41846c35926,27416,39913,11357,57158,5291xe" fillcolor="#5b146d" stroked="f">
                      <v:path arrowok="t" o:connecttype="custom" o:connectlocs="13893,1283;33536,1321;33536,13205;24023,13205;22361,13830;22361,22272;34290,22272;33126,34322;22361,34322;22361,70485;8387,70485;8387,34322;0,34322;0,22272;8387,22272;8387,10145;13893,1283" o:connectangles="0,0,0,0,0,0,0,0,0,0,0,0,0,0,0,0,0"/>
                    </v:shape>
                    <v:shape id="Forme libre : forme 2" o:spid="_x0000_s1028" style="position:absolute;left:78740;top:11430;width:67945;height:59055;visibility:visible;mso-wrap-style:square;v-text-anchor:middle" coordsize="280568,243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" path="m160324,r47709,l222815,7468r10363,11941l246117,16671r12152,-5153l269207,4523r-4208,14306l264941,19409r-468,4788l252744,31768r9099,4842l270367,36452r10201,-4891l277441,36610r-4498,7256l259636,51914r-11100,8681l248325,70904r-328,4474l246693,93208r-278,3811l230047,149335r-414,1325l197062,197479r-31577,21919l149344,230606,87106,243176r-32087,l25140,233025,,215612r29663,3786l59803,210771,84107,190206r-24880,-476l38291,171953,31034,147599r8574,1736l48392,148966r8309,-2419l30715,140864,11150,116088r,-30559l18775,90156r8784,2738l36870,93208,21616,82216,11572,63437r,-32564l14409,20353,38858,33048,83548,62733r52791,12645l135391,70904r-472,-43394l160324,xe" fillcolor="#5b146d" stroked="f" strokeweight="1pt">
                      <v:stroke joinstyle="miter"/>
                      <v:path arrowok="t" o:connecttype="custom" o:connectlocs="38826,0;50379,0;53959,1814;56469,4713;59602,4049;62545,2797;65194,1098;64175,4573;64161,4713;64047,5876;61207,7715;63410,8891;65475,8852;67945,7665;67188,8891;66098,10653;62876,12607;60188,14715;60137,17219;60057,18305;59742,22635;59674,23561;55710,36266;55610,36588;47722,47958;40075,53281;36167,56002;21094,59055;13324,59055;6088,56590;0,52361;7183,53281;14482,51185;20368,46191;14343,46076;9273,41759;7515,35844;9592,36266;11719,36176;13731,35589;7438,34209;2700,28192;2700,20771;4547,21894;6674,22559;8929,22635;5235,19966;2802,15406;2802,7497;3489,4943;9410,8026;20233,15235;33017,18305;32788,17219;32673,6681" o:connectangles="0,0,0,0,0,0,0,0,0,0,0,0,0,0,0,0,0,0,0,0,0,0,0,0,0,0,0,0,0,0,0,0,0,0,0,0,0,0,0,0,0,0,0,0,0,0,0,0,0,0,0,0,0,0,0"/>
                    </v:shape>
                    <v:shape id="Forme libre : forme 3" o:spid="_x0000_s1029" style="position:absolute;left:191770;top:8890;width:64135;height:65405;visibility:visible;mso-wrap-style:square;v-text-anchor:middle" coordsize="262842,268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" path="m150330,93100r,20097l169688,93680r29875,l241300,113197r3508,1640l254123,147176r8715,30252l262842,268739r-62488,l200354,159275,189151,147176r-27618,l150330,159275r,109464l87839,268739r418,-121563l88042,96985r62288,-3885xm315,93100r62487,l62802,268739r-62487,l315,93100xm12570,l51072,,62909,15093r419,35508l51072,66116r-38871,l360,50601,,14621,12570,xe" fillcolor="#5b146d" stroked="f" strokeweight="1pt">
                      <v:stroke joinstyle="miter"/>
                      <v:path arrowok="t" o:connecttype="custom" o:connectlocs="36681,22658;36681,27550;41405,22800;48695,22800;58879,27550;59735,27949;62008,35819;64134,43182;64135,65405;48888,65405;48888,38764;46154,35819;39415,35819;36681,38764;36681,65405;21433,65405;21535,35819;21483,23604;77,22658;15324,22658;15324,65405;77,65405;3067,0;12462,0;15350,3673;15452,12315;12462,16091;2977,16091;88,12315;0,3558" o:connectangles="0,0,0,0,0,0,0,0,0,0,0,0,0,0,0,0,0,0,0,0,0,0,0,0,0,0,0,0,0,0"/>
                    </v:shape>
                    <v:shape id="Forme libre : forme 4" o:spid="_x0000_s1030" style="position:absolute;left:308610;top:18415;width:73025;height:55880;visibility:visible;mso-wrap-style:square;v-text-anchor:middle" coordsize="300030,229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" path="m117771,43920r-3997,2365l112511,48600r,121932l113774,172794r2854,1681l120981,174476r103,-1l208559,113983r1052,-2104l209611,107253r-1052,-2158l120190,44024r-2419,-104xm22088,l277938,r22092,23878l300030,43920r,130609l300030,205775r-22092,23882l22088,229657,,205775,,23878,22088,xe" fillcolor="#5b146d" stroked="f" strokeweight="1pt">
                      <v:stroke joinstyle="miter"/>
                      <v:path arrowok="t" o:connecttype="custom" o:connectlocs="28665,10687;27692,11262;27384,11825;27384,41494;27692,42044;28386,42453;29446,42453;29471,42453;50762,27734;51018,27222;51018,26097;50762,25572;29253,10712;5376,0;67648,0;73025,5810;73025,10687;73025,42466;73025,50069;67648,55880;5376,55880;0,50069;0,5810" o:connectangles="0,0,0,0,0,0,0,0,0,0,0,0,0,0,0,0,0,0,0,0,0,0,0"/>
                    </v:shape>
                    <w10:anchorlock/>
                  </v:group>
                </w:pict>
              </mc:Fallback>
            </mc:AlternateContent>
          </w:r>
        </w:p>
      </w:tc>
      <w:tc>
        <w:tcPr>
          <w:tcW w:w="2189" w:type="dxa"/>
        </w:tcPr>
        <w:p w14:paraId="1869C1A9" w14:textId="77777777" w:rsidR="00997AA2" w:rsidRPr="000C4320" w:rsidRDefault="00997AA2" w:rsidP="0019551E">
          <w:pPr>
            <w:pStyle w:val="Pieddepage"/>
            <w:jc w:val="right"/>
            <w:cnfStyle w:val="100000000000" w:firstRow="1" w:lastRow="0" w:firstColumn="0" w:lastColumn="0" w:oddVBand="0" w:evenVBand="0" w:oddHBand="0" w:evenHBand="0" w:firstRowFirstColumn="0" w:firstRowLastColumn="0" w:lastRowFirstColumn="0" w:lastRowLastColumn="0"/>
            <w:rPr>
              <w:b/>
              <w:bCs/>
            </w:rPr>
          </w:pPr>
          <w:r w:rsidRPr="000C4320">
            <w:rPr>
              <w:bCs/>
              <w:noProof/>
            </w:rPr>
            <mc:AlternateContent>
              <mc:Choice Requires="wps">
                <w:drawing>
                  <wp:inline distT="0" distB="0" distL="0" distR="0" wp14:anchorId="4888FAB9" wp14:editId="4A075948">
                    <wp:extent cx="849630" cy="340255"/>
                    <wp:effectExtent l="0" t="0" r="7620" b="3175"/>
                    <wp:docPr id="9" name="object 9"/>
                    <wp:cNvGraphicFramePr/>
                    <a:graphic xmlns:a="http://schemas.openxmlformats.org/drawingml/2006/main">
                      <a:graphicData uri="http://schemas.microsoft.com/office/word/2010/wordprocessingShape">
                        <wps:wsp>
                          <wps:cNvSpPr/>
                          <wps:spPr>
                            <a:xfrm>
                              <a:off x="0" y="0"/>
                              <a:ext cx="849630" cy="340255"/>
                            </a:xfrm>
                            <a:prstGeom prst="rect">
                              <a:avLst/>
                            </a:prstGeom>
                            <a:blipFill>
                              <a:blip r:embed="rId2" cstate="print"/>
                              <a:stretch>
                                <a:fillRect/>
                              </a:stretch>
                            </a:blipFill>
                          </wps:spPr>
                          <wps:bodyPr wrap="square" lIns="0" tIns="0" rIns="0" bIns="0" rtlCol="0"/>
                        </wps:wsp>
                      </a:graphicData>
                    </a:graphic>
                  </wp:inline>
                </w:drawing>
              </mc:Choice>
              <mc:Fallback>
                <w:pict>
                  <v:rect w14:anchorId="63874708" id="object 9" o:spid="_x0000_s1026" style="width:66.9pt;height:26.8pt;visibility:visible;mso-wrap-style:square;mso-left-percent:-10001;mso-top-percent:-10001;mso-position-horizontal:absolute;mso-position-horizontal-relative:char;mso-position-vertical:absolute;mso-position-vertical-relative:line;mso-left-percent:-10001;mso-top-percent:-10001;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" stroked="f">
                    <v:fill r:id="rId3" o:title="" recolor="t" rotate="t" type="frame"/>
                    <v:textbox inset="0,0,0,0"/>
                    <w10:anchorlock/>
                  </v:rect>
                </w:pict>
              </mc:Fallback>
            </mc:AlternateContent>
          </w:r>
        </w:p>
      </w:tc>
    </w:tr>
  </w:tbl>
  <w:p w14:paraId="5AE66DFE" w14:textId="77777777" w:rsidR="00584CD7" w:rsidRPr="00796DA8" w:rsidRDefault="00584CD7" w:rsidP="00796D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9C37A" w14:textId="77777777" w:rsidR="000915B1" w:rsidRDefault="000915B1" w:rsidP="00810FF2">
      <w:r>
        <w:separator/>
      </w:r>
    </w:p>
  </w:footnote>
  <w:footnote w:type="continuationSeparator" w:id="0">
    <w:p w14:paraId="1C72A6B6" w14:textId="77777777" w:rsidR="000915B1" w:rsidRDefault="000915B1" w:rsidP="00810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D91B8" w14:textId="77777777" w:rsidR="00810FF2" w:rsidRDefault="00D805BD" w:rsidP="00531682">
    <w:pPr>
      <w:pStyle w:val="En-tte"/>
      <w:ind w:left="-1701"/>
    </w:pPr>
    <w:r>
      <w:rPr>
        <w:noProof/>
      </w:rPr>
      <w:drawing>
        <wp:inline distT="0" distB="0" distL="0" distR="0" wp14:anchorId="5FCC54FE" wp14:editId="3CE56E56">
          <wp:extent cx="418727" cy="335915"/>
          <wp:effectExtent l="0" t="0" r="635" b="6985"/>
          <wp:docPr id="131" name="Imag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27" t="8105" r="72322" b="60671"/>
                  <a:stretch/>
                </pic:blipFill>
                <pic:spPr bwMode="auto">
                  <a:xfrm>
                    <a:off x="0" y="0"/>
                    <a:ext cx="420102" cy="337018"/>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175D8" w14:textId="77777777" w:rsidR="00EE792D" w:rsidRDefault="00EE792D" w:rsidP="00C52D96">
    <w:pPr>
      <w:pStyle w:val="En-tte"/>
      <w:spacing w:after="480"/>
      <w:ind w:left="-1701"/>
    </w:pPr>
    <w:r>
      <w:rPr>
        <w:noProof/>
      </w:rPr>
      <w:drawing>
        <wp:inline distT="0" distB="0" distL="0" distR="0" wp14:anchorId="48C6BFD2" wp14:editId="0BB9A852">
          <wp:extent cx="1530527" cy="992011"/>
          <wp:effectExtent l="0" t="0" r="0" b="0"/>
          <wp:docPr id="130" name="Imag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8105"/>
                  <a:stretch/>
                </pic:blipFill>
                <pic:spPr bwMode="auto">
                  <a:xfrm>
                    <a:off x="0" y="0"/>
                    <a:ext cx="1531236" cy="99247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834D3"/>
    <w:multiLevelType w:val="multilevel"/>
    <w:tmpl w:val="040C001F"/>
    <w:styleLink w:val="CHapitreECOMOB"/>
    <w:lvl w:ilvl="0">
      <w:start w:val="1"/>
      <w:numFmt w:val="none"/>
      <w:lvlText w:val="%1"/>
      <w:lvlJc w:val="left"/>
      <w:pPr>
        <w:ind w:left="360" w:hanging="360"/>
      </w:pPr>
      <w:rPr>
        <w:rFonts w:ascii="Times New Roman" w:hAnsi="Times New Roman" w:cs="Times New Roman"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4104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589"/>
    <w:rsid w:val="000915B1"/>
    <w:rsid w:val="00095291"/>
    <w:rsid w:val="000C4320"/>
    <w:rsid w:val="00183CF7"/>
    <w:rsid w:val="0019551E"/>
    <w:rsid w:val="001A2D1F"/>
    <w:rsid w:val="002359BB"/>
    <w:rsid w:val="0032249B"/>
    <w:rsid w:val="00364913"/>
    <w:rsid w:val="003B5470"/>
    <w:rsid w:val="0042462F"/>
    <w:rsid w:val="00425484"/>
    <w:rsid w:val="004E28DD"/>
    <w:rsid w:val="0050289B"/>
    <w:rsid w:val="00522A08"/>
    <w:rsid w:val="00531682"/>
    <w:rsid w:val="005522C0"/>
    <w:rsid w:val="00584CD7"/>
    <w:rsid w:val="00796DA8"/>
    <w:rsid w:val="007C0499"/>
    <w:rsid w:val="007D545E"/>
    <w:rsid w:val="007F1B0A"/>
    <w:rsid w:val="00810FF2"/>
    <w:rsid w:val="00987877"/>
    <w:rsid w:val="009910A1"/>
    <w:rsid w:val="00997AA2"/>
    <w:rsid w:val="009C766E"/>
    <w:rsid w:val="009D231C"/>
    <w:rsid w:val="00A7791E"/>
    <w:rsid w:val="00AA4503"/>
    <w:rsid w:val="00C52D96"/>
    <w:rsid w:val="00C57B15"/>
    <w:rsid w:val="00C97191"/>
    <w:rsid w:val="00CA4589"/>
    <w:rsid w:val="00CD0F52"/>
    <w:rsid w:val="00D418B5"/>
    <w:rsid w:val="00D45B07"/>
    <w:rsid w:val="00D61195"/>
    <w:rsid w:val="00D63743"/>
    <w:rsid w:val="00D805BD"/>
    <w:rsid w:val="00D82712"/>
    <w:rsid w:val="00D906B5"/>
    <w:rsid w:val="00E329A3"/>
    <w:rsid w:val="00E6467C"/>
    <w:rsid w:val="00EE792D"/>
    <w:rsid w:val="00F205C1"/>
    <w:rsid w:val="00F256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1CE76"/>
  <w15:chartTrackingRefBased/>
  <w15:docId w15:val="{2FF4672C-96C7-42AB-B286-713ED1D0E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712"/>
    <w:rPr>
      <w:rFonts w:ascii="Times New Roman" w:hAnsi="Times New Roman" w:cs="Times New Roman"/>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RA-2019">
    <w:name w:val="TAB_RA-2019"/>
    <w:basedOn w:val="TableauNormal"/>
    <w:uiPriority w:val="99"/>
    <w:rsid w:val="007C0499"/>
    <w:pPr>
      <w:spacing w:after="0" w:line="240" w:lineRule="auto"/>
    </w:pPr>
    <w:tblPr>
      <w:tblBorders>
        <w:top w:val="single" w:sz="4" w:space="0" w:color="auto"/>
        <w:bottom w:val="single" w:sz="4" w:space="0" w:color="auto"/>
        <w:insideH w:val="single" w:sz="4" w:space="0" w:color="auto"/>
      </w:tblBorders>
    </w:tblPr>
    <w:tblStylePr w:type="firstRow">
      <w:rPr>
        <w:b/>
      </w:rPr>
    </w:tblStylePr>
    <w:tblStylePr w:type="lastRow">
      <w:rPr>
        <w:b/>
      </w:rPr>
    </w:tblStylePr>
    <w:tblStylePr w:type="firstCol">
      <w:rPr>
        <w:color w:val="78287D" w:themeColor="text2"/>
      </w:rPr>
    </w:tblStylePr>
    <w:tblStylePr w:type="lastCol">
      <w:rPr>
        <w:b/>
      </w:rPr>
    </w:tblStylePr>
  </w:style>
  <w:style w:type="numbering" w:customStyle="1" w:styleId="CHapitreECOMOB">
    <w:name w:val="CHapitre ECOMOB"/>
    <w:uiPriority w:val="99"/>
    <w:rsid w:val="00C57B15"/>
    <w:pPr>
      <w:numPr>
        <w:numId w:val="1"/>
      </w:numPr>
    </w:pPr>
  </w:style>
  <w:style w:type="paragraph" w:styleId="En-tte">
    <w:name w:val="header"/>
    <w:link w:val="En-tteCar"/>
    <w:uiPriority w:val="99"/>
    <w:unhideWhenUsed/>
    <w:rsid w:val="00810FF2"/>
    <w:pPr>
      <w:tabs>
        <w:tab w:val="center" w:pos="4536"/>
        <w:tab w:val="right" w:pos="9072"/>
      </w:tabs>
      <w:spacing w:after="0" w:line="240" w:lineRule="auto"/>
    </w:pPr>
  </w:style>
  <w:style w:type="character" w:customStyle="1" w:styleId="En-tteCar">
    <w:name w:val="En-tête Car"/>
    <w:basedOn w:val="Policepardfaut"/>
    <w:link w:val="En-tte"/>
    <w:uiPriority w:val="99"/>
    <w:rsid w:val="00810FF2"/>
  </w:style>
  <w:style w:type="paragraph" w:styleId="Pieddepage">
    <w:name w:val="footer"/>
    <w:basedOn w:val="Normal"/>
    <w:link w:val="PieddepageCar"/>
    <w:uiPriority w:val="99"/>
    <w:unhideWhenUsed/>
    <w:rsid w:val="00796DA8"/>
    <w:pPr>
      <w:tabs>
        <w:tab w:val="center" w:pos="4536"/>
        <w:tab w:val="right" w:pos="9072"/>
      </w:tabs>
      <w:spacing w:after="0" w:line="240" w:lineRule="auto"/>
    </w:pPr>
    <w:rPr>
      <w:rFonts w:asciiTheme="minorHAnsi" w:hAnsiTheme="minorHAnsi" w:cstheme="minorHAnsi"/>
      <w:b/>
      <w:color w:val="78287D" w:themeColor="text2"/>
      <w:sz w:val="16"/>
      <w:szCs w:val="16"/>
    </w:rPr>
  </w:style>
  <w:style w:type="character" w:customStyle="1" w:styleId="PieddepageCar">
    <w:name w:val="Pied de page Car"/>
    <w:basedOn w:val="Policepardfaut"/>
    <w:link w:val="Pieddepage"/>
    <w:uiPriority w:val="99"/>
    <w:rsid w:val="00796DA8"/>
    <w:rPr>
      <w:rFonts w:cstheme="minorHAnsi"/>
      <w:b/>
      <w:color w:val="78287D" w:themeColor="text2"/>
      <w:sz w:val="16"/>
      <w:szCs w:val="16"/>
    </w:rPr>
  </w:style>
  <w:style w:type="paragraph" w:customStyle="1" w:styleId="Coordonnes">
    <w:name w:val="Coordonnées"/>
    <w:qFormat/>
    <w:rsid w:val="00810FF2"/>
    <w:pPr>
      <w:spacing w:after="120"/>
      <w:ind w:left="4111"/>
    </w:pPr>
    <w:rPr>
      <w:rFonts w:ascii="Times New Roman" w:hAnsi="Times New Roman" w:cs="Times New Roman"/>
      <w:sz w:val="24"/>
      <w:szCs w:val="24"/>
    </w:rPr>
  </w:style>
  <w:style w:type="paragraph" w:customStyle="1" w:styleId="Objet">
    <w:name w:val="Objet"/>
    <w:qFormat/>
    <w:rsid w:val="00810FF2"/>
    <w:rPr>
      <w:rFonts w:ascii="Times New Roman" w:hAnsi="Times New Roman" w:cs="Times New Roman"/>
      <w:sz w:val="18"/>
      <w:szCs w:val="18"/>
    </w:rPr>
  </w:style>
  <w:style w:type="character" w:styleId="Lienhypertexte">
    <w:name w:val="Hyperlink"/>
    <w:basedOn w:val="Policepardfaut"/>
    <w:uiPriority w:val="99"/>
    <w:unhideWhenUsed/>
    <w:rsid w:val="00997AA2"/>
    <w:rPr>
      <w:color w:val="78287D" w:themeColor="hyperlink"/>
      <w:u w:val="single"/>
    </w:rPr>
  </w:style>
  <w:style w:type="character" w:styleId="Mentionnonrsolue">
    <w:name w:val="Unresolved Mention"/>
    <w:basedOn w:val="Policepardfaut"/>
    <w:uiPriority w:val="99"/>
    <w:semiHidden/>
    <w:unhideWhenUsed/>
    <w:rsid w:val="00997AA2"/>
    <w:rPr>
      <w:color w:val="605E5C"/>
      <w:shd w:val="clear" w:color="auto" w:fill="E1DFDD"/>
    </w:rPr>
  </w:style>
  <w:style w:type="paragraph" w:customStyle="1" w:styleId="Nom-Prnom">
    <w:name w:val="Nom-Prénom"/>
    <w:qFormat/>
    <w:rsid w:val="00D906B5"/>
    <w:pPr>
      <w:spacing w:after="120"/>
    </w:pPr>
    <w:rPr>
      <w:rFonts w:cstheme="minorHAnsi"/>
      <w:b/>
      <w:bCs/>
      <w:color w:val="78287D" w:themeColor="text2"/>
    </w:rPr>
  </w:style>
  <w:style w:type="paragraph" w:customStyle="1" w:styleId="Fonction">
    <w:name w:val="Fonction"/>
    <w:qFormat/>
    <w:rsid w:val="0019551E"/>
    <w:rPr>
      <w:rFonts w:cstheme="minorHAnsi"/>
      <w:color w:val="78287D" w:themeColor="text2"/>
    </w:rPr>
  </w:style>
  <w:style w:type="paragraph" w:customStyle="1" w:styleId="Piecejointe">
    <w:name w:val="Piece jointe"/>
    <w:qFormat/>
    <w:rsid w:val="00D906B5"/>
    <w:pPr>
      <w:spacing w:after="120"/>
    </w:pPr>
    <w:rPr>
      <w:rFonts w:ascii="Times New Roman" w:hAnsi="Times New Roman" w:cs="Times New Roman"/>
      <w:b/>
      <w:bCs/>
      <w:color w:val="78287D" w:themeColor="text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hyperlink" Target="http://www.agefiph.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ropbox\ADTATUM-CLIENTS\Chevara\Agefiph2023\MODELE_AGEFIPH_WORD_ENTETE_20230126.dotx" TargetMode="External"/></Relationships>
</file>

<file path=word/theme/theme1.xml><?xml version="1.0" encoding="utf-8"?>
<a:theme xmlns:a="http://schemas.openxmlformats.org/drawingml/2006/main" name="Thème Office">
  <a:themeElements>
    <a:clrScheme name="AGEFIPH">
      <a:dk1>
        <a:sysClr val="windowText" lastClr="000000"/>
      </a:dk1>
      <a:lt1>
        <a:sysClr val="window" lastClr="FFFFFF"/>
      </a:lt1>
      <a:dk2>
        <a:srgbClr val="78287D"/>
      </a:dk2>
      <a:lt2>
        <a:srgbClr val="EA6A1D"/>
      </a:lt2>
      <a:accent1>
        <a:srgbClr val="E4193C"/>
      </a:accent1>
      <a:accent2>
        <a:srgbClr val="FFDC5E"/>
      </a:accent2>
      <a:accent3>
        <a:srgbClr val="82D3FF"/>
      </a:accent3>
      <a:accent4>
        <a:srgbClr val="0056A4"/>
      </a:accent4>
      <a:accent5>
        <a:srgbClr val="99CC33"/>
      </a:accent5>
      <a:accent6>
        <a:srgbClr val="00A9A9"/>
      </a:accent6>
      <a:hlink>
        <a:srgbClr val="78287D"/>
      </a:hlink>
      <a:folHlink>
        <a:srgbClr val="EA6A1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MODELE_AGEFIPH_WORD_ENTETE_20230126</Template>
  <TotalTime>1</TotalTime>
  <Pages>2</Pages>
  <Words>559</Words>
  <Characters>3077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Canonge</dc:creator>
  <cp:keywords/>
  <dc:description/>
  <cp:lastModifiedBy>Romain Canonge</cp:lastModifiedBy>
  <cp:revision>2</cp:revision>
  <cp:lastPrinted>2023-01-26T09:56:00Z</cp:lastPrinted>
  <dcterms:created xsi:type="dcterms:W3CDTF">2023-01-26T09:55:00Z</dcterms:created>
  <dcterms:modified xsi:type="dcterms:W3CDTF">2023-01-26T09:56:00Z</dcterms:modified>
</cp:coreProperties>
</file>